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440B" w14:textId="77777777" w:rsidR="001E11EA" w:rsidRPr="001E11EA" w:rsidRDefault="001E11EA" w:rsidP="001E11E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E11E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SARS-CoV-2/human/USA/MD-CDC-LC0407004/2021, complete genome</w:t>
      </w:r>
    </w:p>
    <w:p w14:paraId="3C72363C" w14:textId="77777777" w:rsidR="001E11EA" w:rsidRPr="001E11EA" w:rsidRDefault="001E11EA" w:rsidP="001E11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t>GenBank: OL896945.1</w:t>
      </w:r>
    </w:p>
    <w:p w14:paraId="04976648" w14:textId="77777777" w:rsidR="001E11EA" w:rsidRPr="001E11EA" w:rsidRDefault="001E11EA" w:rsidP="001E11E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"https://www.ncbi.nlm.nih.gov/nuccore/OL896945.1?report=fasta" </w:instrText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11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"https://www.ncbi.nlm.nih.gov/nuccore/OL896945.1?report=graph" </w:instrText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11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6945.1"/>
    <w:bookmarkEnd w:id="1"/>
    <w:p w14:paraId="3F3B7A66" w14:textId="77777777" w:rsidR="001E11EA" w:rsidRPr="001E11EA" w:rsidRDefault="001E11EA" w:rsidP="001E11E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"https://www.ncbi.nlm.nih.gov/nuccore/OL896945.1" \l "goto2166949588_0" </w:instrText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E11E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E11E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7D3754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LOCUS       OL896945               29654 bp    RNA     linear   VRL 17-DEC-2021</w:t>
      </w:r>
    </w:p>
    <w:p w14:paraId="3646A63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4F63772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SARS-CoV-2/human/USA/MD-CDC-LC0407004/2021, complete genome.</w:t>
      </w:r>
    </w:p>
    <w:p w14:paraId="35DDFD1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ACCESSION   OL896945</w:t>
      </w:r>
    </w:p>
    <w:p w14:paraId="204315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VERSION     OL896945.1</w:t>
      </w:r>
    </w:p>
    <w:p w14:paraId="489CA78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D4436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629CFC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D15FD6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A85ED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094C58D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50FA1DE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65A1E4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bases 1 to 29654)</w:t>
      </w:r>
    </w:p>
    <w:p w14:paraId="6A48713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82B581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1E03F4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Agarwal,M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Almasri,E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2E8729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Boles,D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Burns,A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Charoensri,N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Cohen,O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Countryman,S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A81D97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Cristobal,M.A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Croy,B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Dale,S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Deshmukh,H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Douglas,A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2814BD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Drouillon,V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Eisenberg,M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Engler,H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Ghatti,R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Gupta,P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546F66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Hicks,S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Humphrey,J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Iyer,L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Pfefferle,L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Jain,M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Robinson,M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E68C1D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Kolli,M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Krueger,B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Kuphal,T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Letovsky,S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Levandoski,M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3E018F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Lukasik,C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Meltzer,J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Norvell,B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Nye,M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Parker,S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72A6B6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Petropoulos,C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Pruitt,J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Ragan,S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Ryan,S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Sapeta,M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1667C8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Schroth,J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Selvaraju,S.B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Stevovic,G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Suchanek,A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Throop,A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3C3E61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Tilson,L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Urban,T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Voshell,J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Wagner,K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Williams,J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D5DD54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Williamson,M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Zeng,Q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Zwiefelhofer,T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 and</w:t>
      </w:r>
    </w:p>
    <w:p w14:paraId="13CC842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27F680D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B9AC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C1D34A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bases 1 to 29654)</w:t>
      </w:r>
    </w:p>
    <w:p w14:paraId="577AA51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Caravas,J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Martin,B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71B5D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Sammons,S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Unoarumhi,Y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Schmerer,M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Lacek,K.A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Kendall,T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FD77B4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Caban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Figueroa,V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Morrison,S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Gulvick,C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Sula,E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Agarwal,M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8A091D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Almasri,E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Boles,D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Burns,A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Charoensri,N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Cohen,O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3075FB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Countryman,S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Cristobal,M.A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Croy,B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Dale,S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Deshmukh,H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CEF9FF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Douglas,A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Drouillon,V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Eisenberg,M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Engler,H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Ghatti,R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FD867D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Gupta,P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Hicks,S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Humphrey,J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Iyer,L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Pfefferle,L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Jain,M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C14D4C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Robinson,M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Kolli,M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Krueger,B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Kuphal,T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Letovsky,S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6330A0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Levandoski,M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Lukasik,C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Meltzer,J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Norvell,B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Nye,M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F1418E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Parker,S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Petropoulos,C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Pruitt,J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Ragan,S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Ryan,S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Sapeta,M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10BA9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Schroth,J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Selvaraju,S.B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Stevovic,G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Suchanek,A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Throop,A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77D5E6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Tilson,L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Urban,T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Voshell,J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Wagner,K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Williams,J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F9AB1B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Williamson,M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Zeng,Q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Zwiefelhofer,T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 and</w:t>
      </w:r>
    </w:p>
    <w:p w14:paraId="2C9F8FD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005E225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65756E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4FAD3E0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431423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0C5661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6945.1"/>
      <w:bookmarkStart w:id="3" w:name="feature_OL896945.1"/>
      <w:bookmarkEnd w:id="2"/>
      <w:bookmarkEnd w:id="3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FEA1F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29654</w:t>
      </w:r>
    </w:p>
    <w:p w14:paraId="73C2875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08CF93F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E6C1F6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4FDA6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/isolate="SARS-CoV-2/human/USA/MD-CDC-LC0407004/2021"</w:t>
      </w:r>
    </w:p>
    <w:p w14:paraId="01F703B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="Nasal Swabs"</w:t>
      </w:r>
    </w:p>
    <w:p w14:paraId="7C573DE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9EDC0E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0D1D9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1F34863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="2021-12-03"</w:t>
      </w:r>
    </w:p>
    <w:p w14:paraId="3D0CCDF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"https://www.ncbi.nlm.nih.gov/nuccore/OL896945.1?from=131&amp;to=21408"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21408</w:t>
      </w:r>
    </w:p>
    <w:p w14:paraId="2F4606C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7E9A7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"https://www.ncbi.nlm.nih.gov/nuccore/OL896945.1?location=131:13321,13321:21408"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131..13321,13321..21408)</w:t>
      </w:r>
    </w:p>
    <w:p w14:paraId="0FF7C9F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0B54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3DB5C1E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0DCFAD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88EB80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"https://www.ncbi.nlm.nih.gov/protein/2166949589"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UHB27287.1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35F24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9C730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F56FD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CD1649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0D305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03E2D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21B0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5C7B89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A5F0C1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5ED92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0BE1D2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71A64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B05D43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9AABA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BCD1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B1EFE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4C9C0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0A73B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06E02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D2A88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98849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2328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DE08CF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8DF4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EF27E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BDA60B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BE501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713279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4E2D69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507AE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872A4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6EFC5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D3F8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5FF0CE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9ED2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0C0CB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5013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092C0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EB059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429E7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3C70E6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8176D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FB7F62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6A57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DB58C6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8D877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365B9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07E35B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4DF67B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599A1D0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858C86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10CBAA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060C0E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AD6296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4FF1E1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A31879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92B404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B4F07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1CFE8E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25CC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51C0B7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F12F2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AB7B6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A9349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1547F5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A5322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982A37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3C5F22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BE6DD6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2C8136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09D3A9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DDD3C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133F9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C7BF8D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075BA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453EAE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268C7C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8C5589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5E55CC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B24D46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EF516F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B7DAC6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F4C0CF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39A2AE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C6C010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67177E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A1303B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682289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A5B3F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9A0293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05A8F7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5D3E38D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71893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4ED386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B99032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81B03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F631E6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91E60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033670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F03429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B1E81A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C60EBF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D4925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A38C62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F16BCE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65ACC7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463523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156D9E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BF27AC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05C70B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55E041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2CEA7F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D0E738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E725F0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4B556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BBCCD5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51E8F1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0647BA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9E8EA7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777E2F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D4B3B1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A26593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C3867F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AFA682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"https://www.ncbi.nlm.nih.gov/protein/UHB27287.1?from=1&amp;to=180"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670</w:t>
      </w:r>
    </w:p>
    <w:p w14:paraId="037A2A7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AB9B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748A9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"https://www.ncbi.nlm.nih.gov/protein/UHB27287.1?from=181&amp;to=818"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671..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2584</w:t>
      </w:r>
    </w:p>
    <w:p w14:paraId="0FF476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B51F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0340E5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"https://www.ncbi.nlm.nih.gov/protein/UHB27287.1?from=819&amp;to=2762"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2585..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8416</w:t>
      </w:r>
    </w:p>
    <w:p w14:paraId="0817ECA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D885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5C5058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"https://www.ncbi.nlm.nih.gov/protein/UHB27287.1?from=2763&amp;to=3262"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8417..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9916</w:t>
      </w:r>
    </w:p>
    <w:p w14:paraId="7271F4E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CD36D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BDD48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"https://www.ncbi.nlm.nih.gov/protein/UHB27287.1?from=3263&amp;to=3568"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9917..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10834</w:t>
      </w:r>
    </w:p>
    <w:p w14:paraId="748E697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136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459E5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"https://www.ncbi.nlm.nih.gov/protein/UHB27287.1?from=3569&amp;to=3855"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10835..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11695</w:t>
      </w:r>
    </w:p>
    <w:p w14:paraId="59D8BD3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F844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E2727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"https://www.ncbi.nlm.nih.gov/protein/UHB27287.1?from=3856&amp;to=3938"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11696..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11944</w:t>
      </w:r>
    </w:p>
    <w:p w14:paraId="594DC44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6EAB9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BA49C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"https://www.ncbi.nlm.nih.gov/protein/UHB27287.1?from=3939&amp;to=4136"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11945..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12538</w:t>
      </w:r>
    </w:p>
    <w:p w14:paraId="04AD236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4AEB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1E889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"https://www.ncbi.nlm.nih.gov/protein/UHB27287.1?from=4137&amp;to=4249"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12539..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12877</w:t>
      </w:r>
    </w:p>
    <w:p w14:paraId="776A6C2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C4306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8161E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"https://www.ncbi.nlm.nih.gov/protein/UHB27287.1?from=4250&amp;to=4388"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12878..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13294</w:t>
      </w:r>
    </w:p>
    <w:p w14:paraId="6395417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FC6F2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421D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"https://www.ncbi.nlm.nih.gov/protein/UHB27287.1?from=4389&amp;to=5320"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13295..13321,13321..16089)</w:t>
      </w:r>
    </w:p>
    <w:p w14:paraId="7D712B7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DF1E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B575F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"https://www.ncbi.nlm.nih.gov/protein/UHB27287.1?from=5321&amp;to=5921"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16090..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17892</w:t>
      </w:r>
    </w:p>
    <w:p w14:paraId="21F881B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94B10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5937A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"https://www.ncbi.nlm.nih.gov/protein/UHB27287.1?from=5922&amp;to=6448"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17893..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19473</w:t>
      </w:r>
    </w:p>
    <w:p w14:paraId="2DBA06F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B36F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7692CE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"https://www.ncbi.nlm.nih.gov/protein/UHB27287.1?from=6449&amp;to=6794"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19474..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20511</w:t>
      </w:r>
    </w:p>
    <w:p w14:paraId="28ED4F9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36FB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B1456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"https://www.ncbi.nlm.nih.gov/protein/UHB27287.1?from=6795&amp;to=7092"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20512..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21405</w:t>
      </w:r>
    </w:p>
    <w:p w14:paraId="2AC0414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632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924671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"https://www.ncbi.nlm.nih.gov/nuccore/OL896945.1?from=131&amp;to=13336"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13336</w:t>
      </w:r>
    </w:p>
    <w:p w14:paraId="24943B5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B666B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18EF4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3D85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"https://www.ncbi.nlm.nih.gov/protein/2166949590"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UHB27288.1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2E036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464D4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30E9C9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9A2E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049E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376E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59F332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77B373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02FC9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A140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32E8A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13225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18F96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25058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C5160A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8F606B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6C73B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8A0407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6D71C2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55F0FA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AE8688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002F8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F2D53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DE761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66308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602D1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ADBB6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7FBD45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0DA04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CCA0D0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625B1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E4E9A1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7A386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3D37FC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DA72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6962F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066C2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71015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34E592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BE02A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777CAC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AC256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C233E0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F0F5E1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7B98B5F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C89FEB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FD12F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BCC48F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7182C6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56B80B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835F9D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9BFB07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9E2620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CD7B6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8BE36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39F007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5E0C0B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A4E52C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9C945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97DF5B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048FA1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AAF71E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7B105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28341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A62B4F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7C4349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D21DFF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9ADF0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B6ADB8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D745E3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4E9F0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738650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987A27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6FA30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CCE963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C6699A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7222A7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4C3B5B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"https://www.ncbi.nlm.nih.gov/protein/UHB27288.1?from=1&amp;to=180"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670</w:t>
      </w:r>
    </w:p>
    <w:p w14:paraId="231F77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D849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14E05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"https://www.ncbi.nlm.nih.gov/protein/UHB27288.1?from=181&amp;to=818"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671..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2584</w:t>
      </w:r>
    </w:p>
    <w:p w14:paraId="73F0102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85CC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4FBB8D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"https://www.ncbi.nlm.nih.gov/protein/UHB27288.1?from=819&amp;to=2762"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2585..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8416</w:t>
      </w:r>
    </w:p>
    <w:p w14:paraId="27EE46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474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5ACBC25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"https://www.ncbi.nlm.nih.gov/protein/UHB27288.1?from=2763&amp;to=3262"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8417..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9916</w:t>
      </w:r>
    </w:p>
    <w:p w14:paraId="55EB93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76D37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E9C3F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"https://www.ncbi.nlm.nih.gov/protein/UHB27288.1?from=3263&amp;to=3568"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9917..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10834</w:t>
      </w:r>
    </w:p>
    <w:p w14:paraId="7B2D700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2ED2F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6050A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"https://www.ncbi.nlm.nih.gov/protein/UHB27288.1?from=3569&amp;to=3855"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10835..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11695</w:t>
      </w:r>
    </w:p>
    <w:p w14:paraId="6E0216D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33149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A9C0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"https://www.ncbi.nlm.nih.gov/protein/UHB27288.1?from=3856&amp;to=3938"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11696..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11944</w:t>
      </w:r>
    </w:p>
    <w:p w14:paraId="2E5040F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971C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BEF2A5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"https://www.ncbi.nlm.nih.gov/protein/UHB27288.1?from=3939&amp;to=4136"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11945..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12538</w:t>
      </w:r>
    </w:p>
    <w:p w14:paraId="31387B9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B035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8ECCB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"https://www.ncbi.nlm.nih.gov/protein/UHB27288.1?from=4137&amp;to=4249"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12539..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12877</w:t>
      </w:r>
    </w:p>
    <w:p w14:paraId="2F4D500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339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B8A5B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"https://www.ncbi.nlm.nih.gov/protein/UHB27288.1?from=4250&amp;to=4388"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12878..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13294</w:t>
      </w:r>
    </w:p>
    <w:p w14:paraId="28B955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CDB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3267B5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"https://www.ncbi.nlm.nih.gov/protein/UHB27288.1?from=4389&amp;to=4401"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13295..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13333</w:t>
      </w:r>
    </w:p>
    <w:p w14:paraId="46575DE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B931F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BEB7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"https://www.ncbi.nlm.nih.gov/nuccore/OL896945.1?from=13329&amp;to=13356"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13329..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13356</w:t>
      </w:r>
    </w:p>
    <w:p w14:paraId="5E93BE5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9D2A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F13B36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D642A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"https://www.ncbi.nlm.nih.gov/nuccore/OL896945.1?from=13341&amp;to=13395"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13341..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13395</w:t>
      </w:r>
    </w:p>
    <w:p w14:paraId="63C69D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9029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3557F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D7D456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"https://www.ncbi.nlm.nih.gov/nuccore/OL896945.1?from=21416&amp;to=25228"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21416..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25228</w:t>
      </w:r>
    </w:p>
    <w:p w14:paraId="19DD292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7FE29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"https://www.ncbi.nlm.nih.gov/nuccore/OL896945.1?from=21416&amp;to=25228"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21416..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25228</w:t>
      </w:r>
    </w:p>
    <w:p w14:paraId="492430D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718E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B7D566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26794C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UHB27289.1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C3E3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7F0D3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CEA09A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IFGTTLDSKTQSLLIVNNATNVVIKVCEFQFCNDPFLDHKNNKSWMESEFRVYSSANN</w:t>
      </w:r>
    </w:p>
    <w:p w14:paraId="298033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64CBF3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9512CC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A2F88C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CA0681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0C5C34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DE11F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08298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D16610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E961F3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038711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058258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0A4645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DA93A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03E36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DB60E2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C4AA4E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6A4C92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AC5761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51496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D79822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"https://www.ncbi.nlm.nih.gov/nuccore/OL896945.1?from=25237&amp;to=26064"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25237..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26064</w:t>
      </w:r>
    </w:p>
    <w:p w14:paraId="39820F0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87F7E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"https://www.ncbi.nlm.nih.gov/nuccore/OL896945.1?from=25237&amp;to=26064"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25237..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26064</w:t>
      </w:r>
    </w:p>
    <w:p w14:paraId="743F449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A3855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E3377A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781BE5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UHB27290.1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711CA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964F9D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D1E91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CE85A2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8D807A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2AA580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"https://www.ncbi.nlm.nih.gov/nuccore/OL896945.1?from=26089&amp;to=26316"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26089..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26316</w:t>
      </w:r>
    </w:p>
    <w:p w14:paraId="2BFFCD9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F7F443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"https://www.ncbi.nlm.nih.gov/nuccore/OL896945.1?from=26089&amp;to=26316"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26089..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26316</w:t>
      </w:r>
    </w:p>
    <w:p w14:paraId="2069DA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E8F61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F35D80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FAE42B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"https://www.ncbi.nlm.nih.gov/protein/2166949593"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UHB27291.1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413D3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0D65AA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A613D5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"https://www.ncbi.nlm.nih.gov/nuccore/OL896945.1?from=26367&amp;to=27035"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26367..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27035</w:t>
      </w:r>
    </w:p>
    <w:p w14:paraId="5F7B300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3EEA5A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"https://www.ncbi.nlm.nih.gov/nuccore/OL896945.1?from=26367&amp;to=27035"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26367..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27035</w:t>
      </w:r>
    </w:p>
    <w:p w14:paraId="4555F67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DDC5A2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97AF20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CA4571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"https://www.ncbi.nlm.nih.gov/protein/2166949594"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UHB27292.1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AE68B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8F53B3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2EE2A1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5D17E2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0E1C1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FC9978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"https://www.ncbi.nlm.nih.gov/nuccore/OL896945.1?from=27046&amp;to=27231"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27046..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27231</w:t>
      </w:r>
    </w:p>
    <w:p w14:paraId="13C707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6E5A6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"https://www.ncbi.nlm.nih.gov/nuccore/OL896945.1?from=27046&amp;to=27231"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27046..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27231</w:t>
      </w:r>
    </w:p>
    <w:p w14:paraId="058FCD3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8C03A4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1888F5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EEF8C1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"https://www.ncbi.nlm.nih.gov/protein/2166949595"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UHB27293.1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DF256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9A9CE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5F5ED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"https://www.ncbi.nlm.nih.gov/nuccore/OL896945.1?from=27238&amp;to=27603"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27238..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27603</w:t>
      </w:r>
    </w:p>
    <w:p w14:paraId="0FC644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4489A7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"https://www.ncbi.nlm.nih.gov/nuccore/OL896945.1?from=27238&amp;to=27603"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27238..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27603</w:t>
      </w:r>
    </w:p>
    <w:p w14:paraId="305ADF3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30F60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65A355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DBE290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"https://www.ncbi.nlm.nih.gov/protein/2166949596"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UHB27294.1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39794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EEF41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017A30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5D6EB2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"https://www.ncbi.nlm.nih.gov/nuccore/OL896945.1?from=27600&amp;to=27731"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27600..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27731</w:t>
      </w:r>
    </w:p>
    <w:p w14:paraId="6107672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40CD09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"https://www.ncbi.nlm.nih.gov/nuccore/OL896945.1?from=27600&amp;to=27731"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27600..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27731</w:t>
      </w:r>
    </w:p>
    <w:p w14:paraId="2AAAAB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07AE51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5B48D8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A782E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"https://www.ncbi.nlm.nih.gov/protein/2166949597"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UHB27295.1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55136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5D7626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"https://www.ncbi.nlm.nih.gov/nuccore/OL896945.1?from=27738&amp;to=28103"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27738..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28103</w:t>
      </w:r>
    </w:p>
    <w:p w14:paraId="42E755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BD47F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"https://www.ncbi.nlm.nih.gov/nuccore/OL896945.1?from=27738&amp;to=28103"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27738..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28103</w:t>
      </w:r>
    </w:p>
    <w:p w14:paraId="5B7DD96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0609C04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F22FDD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C7055C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UHB27296.1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98849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22497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0E2B36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40A5B0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"https://www.ncbi.nlm.nih.gov/nuccore/OL896945.1?from=28118&amp;to=29368"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28118..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29368</w:t>
      </w:r>
    </w:p>
    <w:p w14:paraId="7C51F93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D3D57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"https://www.ncbi.nlm.nih.gov/nuccore/OL896945.1?from=28118&amp;to=29368"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28118..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29368</w:t>
      </w:r>
    </w:p>
    <w:p w14:paraId="2CB0AED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2F3C2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C236EC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65E5EA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"https://www.ncbi.nlm.nih.gov/protein/2166949599"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UHB27297.1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61FEA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372A87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B6348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908E6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58800F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D9A527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45A31F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33B93F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FA75BC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"https://www.ncbi.nlm.nih.gov/nuccore/OL896945.1?from=29393&amp;to=29509"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29393..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29509</w:t>
      </w:r>
    </w:p>
    <w:p w14:paraId="527858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E9034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"https://www.ncbi.nlm.nih.gov/nuccore/OL896945.1?from=29393&amp;to=29509"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29393..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29509</w:t>
      </w:r>
    </w:p>
    <w:p w14:paraId="1F301C5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BB927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DEEB1C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927E5C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"https://www.ncbi.nlm.nih.gov/protein/2166949600"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UHB27298.1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A6069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E58854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"https://www.ncbi.nlm.nih.gov/nuccore/OL896945.1?from=29444&amp;to=29479"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29444..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29479</w:t>
      </w:r>
    </w:p>
    <w:p w14:paraId="74FE099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C328B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9FEEC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"https://www.ncbi.nlm.nih.gov/nuccore/OL896945.1?from=29464&amp;to=29492"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29464..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29492</w:t>
      </w:r>
    </w:p>
    <w:p w14:paraId="73B4443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A9B0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9DB38A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"https://www.ncbi.nlm.nih.gov/nuccore/OL896945.1?from=29563&amp;to=29603" </w:instrTex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E11E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29563..</w:t>
      </w:r>
      <w:proofErr w:type="gram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29603</w:t>
      </w:r>
    </w:p>
    <w:p w14:paraId="2A1846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06365F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04BEB8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6945.1"/>
      <w:bookmarkEnd w:id="4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ataactaatt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actgtcgttg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acaggacacg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agtaactcgt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ctatcttctg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caggctgctt</w:t>
      </w:r>
      <w:proofErr w:type="spellEnd"/>
    </w:p>
    <w:p w14:paraId="7B98883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acggtttcgt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ccgtgttgca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gccgatcatc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agcacatcta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ggttttgtcc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gggtgtgacc</w:t>
      </w:r>
      <w:proofErr w:type="spellEnd"/>
    </w:p>
    <w:p w14:paraId="25AEA83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gaaaggtaag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atggagagcc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ttgtccctgg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tttcaacgag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aaaacacacg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tccaactcag</w:t>
      </w:r>
      <w:proofErr w:type="spellEnd"/>
    </w:p>
    <w:p w14:paraId="38774E9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tttgcctgtt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ttacaggttc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gcgacgtgct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cgtacgtggc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tttggagact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ccgtggagga</w:t>
      </w:r>
      <w:proofErr w:type="spellEnd"/>
    </w:p>
    <w:p w14:paraId="540FF60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ggtcttatca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gaggcacgtc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aacatcttaa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agatggcact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tgtggcttag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tagaagttga</w:t>
      </w:r>
      <w:proofErr w:type="spellEnd"/>
    </w:p>
    <w:p w14:paraId="035EB40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aaaaggcgtt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ttgcctcaac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ttgaacagcc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ctatgtgttc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atcaaacgtt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cggatgctcg</w:t>
      </w:r>
      <w:proofErr w:type="spellEnd"/>
    </w:p>
    <w:p w14:paraId="632D349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aactgcacct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catggtcatg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ttatggttga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gctggtagca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gaactcgaag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gcattcagta</w:t>
      </w:r>
      <w:proofErr w:type="spellEnd"/>
    </w:p>
    <w:p w14:paraId="5846E8E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cggtcgtagt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ttggtgtcct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tgtccctcat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gtgggcgaaa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taccagtggc</w:t>
      </w:r>
      <w:proofErr w:type="spellEnd"/>
    </w:p>
    <w:p w14:paraId="3361EFA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ttaccgcaag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gttcttcttc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gtaagaacgg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taataaagga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gctggtggcc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atagttacgg</w:t>
      </w:r>
      <w:proofErr w:type="spellEnd"/>
    </w:p>
    <w:p w14:paraId="4F3314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cgccgatcta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aagtcatttg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acttaggcga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cgagcttggc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actgatcctt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atgaagattt</w:t>
      </w:r>
      <w:proofErr w:type="spellEnd"/>
    </w:p>
    <w:p w14:paraId="75A6A65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tcaagaaaac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tggaacacta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aacatagcag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tggtgttacc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cgtgaactca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tgcgtgagct</w:t>
      </w:r>
      <w:proofErr w:type="spellEnd"/>
    </w:p>
    <w:p w14:paraId="1547BBF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taacggaggg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gcatacactc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gctatgtcga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tgtggccctg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atggctaccc</w:t>
      </w:r>
      <w:proofErr w:type="spellEnd"/>
    </w:p>
    <w:p w14:paraId="7C027EF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tcttgagtgc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attaaagacc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ttctagcacg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tgctggtaaa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gcttcatgca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ctttgtccga</w:t>
      </w:r>
      <w:proofErr w:type="spellEnd"/>
    </w:p>
    <w:p w14:paraId="06CCD4B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acaactggac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ctaagagggg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tgtatactgc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tgccgtgaac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atgagcatga</w:t>
      </w:r>
      <w:proofErr w:type="spellEnd"/>
    </w:p>
    <w:p w14:paraId="7B086EE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aattgcttgg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tacacggaac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gttctgaaaa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gagctatgaa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ttgcagacac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cttttgaaat</w:t>
      </w:r>
      <w:proofErr w:type="spellEnd"/>
    </w:p>
    <w:p w14:paraId="0D94782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taaattggca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acaccttcaa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tggggaatgt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ccaaattttg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tatttccctt</w:t>
      </w:r>
      <w:proofErr w:type="spellEnd"/>
    </w:p>
    <w:p w14:paraId="13D151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aaattccata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atcaagacta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ttcaaccaag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ggttgaaaag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aaaaagcttg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atggctttat</w:t>
      </w:r>
      <w:proofErr w:type="spellEnd"/>
    </w:p>
    <w:p w14:paraId="60322D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gggtagaatt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cgatctgtct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atccagttgc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gtcaccaaat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gaatgcaacc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aaatgtgcct</w:t>
      </w:r>
      <w:proofErr w:type="spellEnd"/>
    </w:p>
    <w:p w14:paraId="7FFE850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ttcaactctc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atgaagtgtg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atcattgtgg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tgaaacttca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tggcagacgg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gcgattttgt</w:t>
      </w:r>
      <w:proofErr w:type="spellEnd"/>
    </w:p>
    <w:p w14:paraId="62415D4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taaagccact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tgcgaatttt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gtggcactga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gaatttgact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aaagaaggtg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ccactacttg</w:t>
      </w:r>
      <w:proofErr w:type="spellEnd"/>
    </w:p>
    <w:p w14:paraId="00A3D4B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tggttactta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ccccaaaatg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ctgttgttaa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aatttattgt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ccagcatgtc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acaattcaga</w:t>
      </w:r>
      <w:proofErr w:type="spellEnd"/>
    </w:p>
    <w:p w14:paraId="28254B1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agtaggacct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gagcatagtc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ttgccgaata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ccataatgaa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tctggcttga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aaaccattct</w:t>
      </w:r>
      <w:proofErr w:type="spellEnd"/>
    </w:p>
    <w:p w14:paraId="39BEE2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tcgtaagggt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ggtcgcacta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ttgcctttgg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aggctgtgtg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ttctcttatg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ttggttgcca</w:t>
      </w:r>
      <w:proofErr w:type="spellEnd"/>
    </w:p>
    <w:p w14:paraId="6AFB040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taacaagtgt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gcctattggg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ttccacgtgc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tagcgctaac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ataggttgta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accatacagg</w:t>
      </w:r>
      <w:proofErr w:type="spellEnd"/>
    </w:p>
    <w:p w14:paraId="3AD7A23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tgttgttgga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gaaggttccg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aaggtcttaa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tgacaacctt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cttgaaatac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tccaaaaaga</w:t>
      </w:r>
      <w:proofErr w:type="spellEnd"/>
    </w:p>
    <w:p w14:paraId="7D761D9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gaaagtcaac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ttggtgactt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taaacttaat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gaagagatcg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ccattatttt</w:t>
      </w:r>
      <w:proofErr w:type="spellEnd"/>
    </w:p>
    <w:p w14:paraId="375B453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ggcatctttt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tctgcttcca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caagtgcttt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gtgaaaggtt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tggattataa</w:t>
      </w:r>
      <w:proofErr w:type="spellEnd"/>
    </w:p>
    <w:p w14:paraId="437B0A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agcattcaaa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caaattgttg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aatcctgtgg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taattttaaa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gaaaagctaa</w:t>
      </w:r>
      <w:proofErr w:type="spellEnd"/>
    </w:p>
    <w:p w14:paraId="6250863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aaaaggtgcc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tggaatattg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gtgaacagaa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atcaatactg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agtcctcttt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atgcatttgc</w:t>
      </w:r>
      <w:proofErr w:type="spellEnd"/>
    </w:p>
    <w:p w14:paraId="463987E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atcagaggct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gctcgtgttg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tacgatcaat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tttctcccgc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actcttgaaa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ctgctcaaaa</w:t>
      </w:r>
      <w:proofErr w:type="spellEnd"/>
    </w:p>
    <w:p w14:paraId="282085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ttctgtgcgt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gttttacaga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aggccgctat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gatggaattt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cacagtattc</w:t>
      </w:r>
      <w:proofErr w:type="spellEnd"/>
    </w:p>
    <w:p w14:paraId="02B93F1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actgagactc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attgatgcta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atctgatttg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atctagttgt</w:t>
      </w:r>
      <w:proofErr w:type="spellEnd"/>
    </w:p>
    <w:p w14:paraId="17B5613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aatggcctac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gtgttgttca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gttgacttcg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cagtggctaa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ctaacatctt</w:t>
      </w:r>
      <w:proofErr w:type="spellEnd"/>
    </w:p>
    <w:p w14:paraId="245F665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tggcactgtt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tatgaaaaac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tcaaacccgt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ccttgattgg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cttgaagaga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agtttaagga</w:t>
      </w:r>
      <w:proofErr w:type="spellEnd"/>
    </w:p>
    <w:p w14:paraId="7AE686B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aggtgtagag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tttcttagag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acggttggga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aattgttaaa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tttatctcaa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cctgtgcttg</w:t>
      </w:r>
      <w:proofErr w:type="spellEnd"/>
    </w:p>
    <w:p w14:paraId="78CA72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tgaaattgtc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ggtggacaaa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ttgtcacctg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tgcaaaggaa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attaaggaga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gtgttcagac</w:t>
      </w:r>
      <w:proofErr w:type="spellEnd"/>
    </w:p>
    <w:p w14:paraId="09963FB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cttgtaaata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aatttttggc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tttgtgtgct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gactctatca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ttattggtgg</w:t>
      </w:r>
      <w:proofErr w:type="spellEnd"/>
    </w:p>
    <w:p w14:paraId="6417D68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aaagccttga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acgcactcaa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agggattgta</w:t>
      </w:r>
      <w:proofErr w:type="spellEnd"/>
    </w:p>
    <w:p w14:paraId="018ED5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cagaaagtgt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gttaaatcca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gagaagaaac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tggcctactc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atgcctctaa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aagctccaaa</w:t>
      </w:r>
      <w:proofErr w:type="spellEnd"/>
    </w:p>
    <w:p w14:paraId="5F9FDB7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agaaattatc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ttcttagagg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gagaaacact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tcccacagaa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gtgttaacag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aggaagttgt</w:t>
      </w:r>
      <w:proofErr w:type="spellEnd"/>
    </w:p>
    <w:p w14:paraId="12B36F0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cttgaaaact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aaccattaga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acaacctact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agtgaagctg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ttgaagctcc</w:t>
      </w:r>
      <w:proofErr w:type="spellEnd"/>
    </w:p>
    <w:p w14:paraId="08B6213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attggttggt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gtattaacgg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gcttatgttg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ctcgaaatca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aagacacaga</w:t>
      </w:r>
      <w:proofErr w:type="spellEnd"/>
    </w:p>
    <w:p w14:paraId="4E2579D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aaagtactgt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gcccttgcac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ctaatatgat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ggtaacaaac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aataccttca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cactcaaagg</w:t>
      </w:r>
      <w:proofErr w:type="spellEnd"/>
    </w:p>
    <w:p w14:paraId="0EBF5FA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cggtgcacca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acaaaggtta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atagaagtgc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aaggttacaa</w:t>
      </w:r>
      <w:proofErr w:type="spellEnd"/>
    </w:p>
    <w:p w14:paraId="5EC4845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gagtgtgaat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atcacttttg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aacttgatga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aaggattgat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aaagtactta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atgagaggtg</w:t>
      </w:r>
      <w:proofErr w:type="spellEnd"/>
    </w:p>
    <w:p w14:paraId="3417050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ctctgcctat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acagttgaac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tcggtacaga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agtaaatgag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ttcgcctgtg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ttgtggcaga</w:t>
      </w:r>
      <w:proofErr w:type="spellEnd"/>
    </w:p>
    <w:p w14:paraId="7228D9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tgctgtcata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aaaactttgc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aaccagtatc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tgaattactt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acaccactgg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gcattgattt</w:t>
      </w:r>
      <w:proofErr w:type="spellEnd"/>
    </w:p>
    <w:p w14:paraId="242EC1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agatgagtgg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agtatggcta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catactactt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atttgatgag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tctggtgagt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</w:p>
    <w:p w14:paraId="30BA811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ttcacatatg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tttaccctcc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agatgaggat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gtgattgtga</w:t>
      </w:r>
      <w:proofErr w:type="spellEnd"/>
    </w:p>
    <w:p w14:paraId="7DF7FC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agaagaagag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tttgagccat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caactcaata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tgagtatggt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attaccaagg</w:t>
      </w:r>
      <w:proofErr w:type="spellEnd"/>
    </w:p>
    <w:p w14:paraId="2DA6E7C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taaacctttg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gaatttggtg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ccacttctgc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tgctcttcaa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cctgaagaag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agcaagaaga</w:t>
      </w:r>
      <w:proofErr w:type="spellEnd"/>
    </w:p>
    <w:p w14:paraId="7715808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agattggtta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gatgatgata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gtcaacaaac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tgttggtcaa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caagacggca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gtgaggacaa</w:t>
      </w:r>
      <w:proofErr w:type="spellEnd"/>
    </w:p>
    <w:p w14:paraId="0EF165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tcagacaact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actattcaaa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caattgttga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ggttcaacct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caattagaga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tggaacttac</w:t>
      </w:r>
      <w:proofErr w:type="spellEnd"/>
    </w:p>
    <w:p w14:paraId="5DDD6B1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accagttgtt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cagactattg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aagtgaatag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ttttagtggt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tatttaaaac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ttactgacaa</w:t>
      </w:r>
      <w:proofErr w:type="spellEnd"/>
    </w:p>
    <w:p w14:paraId="1261ED6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tgtatacatt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aaaaatgcag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acattgtgga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agaagctaaa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caacagtggt</w:t>
      </w:r>
      <w:proofErr w:type="spellEnd"/>
    </w:p>
    <w:p w14:paraId="51DC79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tgttaatgca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gccaatgttt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accttaaaca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tggaggaggt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gttgcaggag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ccttaaataa</w:t>
      </w:r>
      <w:proofErr w:type="spellEnd"/>
    </w:p>
    <w:p w14:paraId="122F215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aatgccatgc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aagttgaatc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atggaccact</w:t>
      </w:r>
      <w:proofErr w:type="spellEnd"/>
    </w:p>
    <w:p w14:paraId="351EAC4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taaagtgggt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ggtagttgtg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ttttaagcgg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acacaatctt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gctaaacact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gtcttcatgt</w:t>
      </w:r>
      <w:proofErr w:type="spellEnd"/>
    </w:p>
    <w:p w14:paraId="74C4A1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tgtcggccca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aatgttaaca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aaggtgaaga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cattcaactt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cttaagagtg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</w:p>
    <w:p w14:paraId="36650C7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cacgaagttc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tacttgcacc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attattatca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gctggtattt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ttggtgctga</w:t>
      </w:r>
      <w:proofErr w:type="spellEnd"/>
    </w:p>
    <w:p w14:paraId="5D9CA0C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ccctatacat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tctttaagag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tttgtgtaga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tactgttcgc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acaaatgtct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acttagctgt</w:t>
      </w:r>
      <w:proofErr w:type="spellEnd"/>
    </w:p>
    <w:p w14:paraId="5CD0C0D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aatctctatg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ttggaaatga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agagtgaaaa</w:t>
      </w:r>
      <w:proofErr w:type="spellEnd"/>
    </w:p>
    <w:p w14:paraId="4F81F98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gcaagttgaa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caaaagatcg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ctgagattcc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taaagaggaa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gttaagccat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ttataactga</w:t>
      </w:r>
      <w:proofErr w:type="spellEnd"/>
    </w:p>
    <w:p w14:paraId="484F781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aagtaaacct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tcagttgaac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agagaaaaca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agatgataag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aaaatcaaag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cttgtgttga</w:t>
      </w:r>
      <w:proofErr w:type="spellEnd"/>
    </w:p>
    <w:p w14:paraId="2BBE79A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agaagttaca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acaactctgg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aagaaactaa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gttcctcaca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gaaaacttgt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tactttatat</w:t>
      </w:r>
      <w:proofErr w:type="spellEnd"/>
    </w:p>
    <w:p w14:paraId="454D9BB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tgacattaat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ggcaatcttc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atccagattc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tgccactctt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gttagtgaca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ttgacatcac</w:t>
      </w:r>
      <w:proofErr w:type="spellEnd"/>
    </w:p>
    <w:p w14:paraId="4D5C719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tttcttaaag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aaagatgctc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catatatagt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gggtgatgtt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gttcaagagg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gtgttttaac</w:t>
      </w:r>
      <w:proofErr w:type="spellEnd"/>
    </w:p>
    <w:p w14:paraId="6E7F40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tgctgtggtt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aaaaggctgg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tggcactact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gaaatgctag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cgaaagcttt</w:t>
      </w:r>
      <w:proofErr w:type="spellEnd"/>
    </w:p>
    <w:p w14:paraId="22D06AC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gagaaaagtg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ccaacagaca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attatataac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cacttacccg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ggtcagggtt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taaatggtta</w:t>
      </w:r>
      <w:proofErr w:type="spellEnd"/>
    </w:p>
    <w:p w14:paraId="309E4A6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cactgtagag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gaggcaaaga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cagtgcttaa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aaagtgtaaa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agtgcctttt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acattctacc</w:t>
      </w:r>
      <w:proofErr w:type="spellEnd"/>
    </w:p>
    <w:p w14:paraId="4399755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atctattatc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tctaatgaga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agcaagaaat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tcttggaact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gtttcttgga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atttgcgaga</w:t>
      </w:r>
      <w:proofErr w:type="spellEnd"/>
    </w:p>
    <w:p w14:paraId="713834B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catgcagaag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aaacacgcaa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attaatgcct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gtctgtgtgg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aaactaaagc</w:t>
      </w:r>
      <w:proofErr w:type="spellEnd"/>
    </w:p>
    <w:p w14:paraId="144C539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catagtttca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actatacagc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gggtattaaa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atacaagagg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gtgtggttga</w:t>
      </w:r>
      <w:proofErr w:type="spellEnd"/>
    </w:p>
    <w:p w14:paraId="4F2E7C9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ttatggtgct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agattttact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tttacaccag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taaaacaact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gtagcgtcac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ttatcaacac</w:t>
      </w:r>
      <w:proofErr w:type="spellEnd"/>
    </w:p>
    <w:p w14:paraId="456DF54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acttaacgat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ctaaatgaaa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ctcttgttac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aatgccactt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ggctatgtaa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cacatggctt</w:t>
      </w:r>
      <w:proofErr w:type="spellEnd"/>
    </w:p>
    <w:p w14:paraId="2666C75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aaatttggaa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gaagctgctc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ggtatatgag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atctctcaaa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gtgccagcta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cagtttctgt</w:t>
      </w:r>
      <w:proofErr w:type="spellEnd"/>
    </w:p>
    <w:p w14:paraId="4FFADAD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ttcttcacct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gatgctgtta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cagcgtataa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tggttatctt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ctaaaacacc</w:t>
      </w:r>
      <w:proofErr w:type="spellEnd"/>
    </w:p>
    <w:p w14:paraId="65AAD3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ccatctcact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tgctggttcc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ggtcctattc</w:t>
      </w:r>
      <w:proofErr w:type="spellEnd"/>
    </w:p>
    <w:p w14:paraId="6580F4C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tggacaatct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acacaactag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gtatagaatt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tcttaagaga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gtgtatatta</w:t>
      </w:r>
      <w:proofErr w:type="spellEnd"/>
    </w:p>
    <w:p w14:paraId="1F3C166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cactagtaat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cctaccacat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tccacctaga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atcacctttg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acaatcttaa</w:t>
      </w:r>
      <w:proofErr w:type="spellEnd"/>
    </w:p>
    <w:p w14:paraId="5F33E3D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gacacttctt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tctttgagag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aagtgaggac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tttacaacag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tagacaacat</w:t>
      </w:r>
      <w:proofErr w:type="spellEnd"/>
    </w:p>
    <w:p w14:paraId="64B80C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taacctccac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acgcaagttg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tggacatgtc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aatgacatat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ggacaacagt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ttggtccaac</w:t>
      </w:r>
      <w:proofErr w:type="spellEnd"/>
    </w:p>
    <w:p w14:paraId="03BB54C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ttatttggat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ggagctgatg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aaaacctcat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aattcacatg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aaggtaaaac</w:t>
      </w:r>
      <w:proofErr w:type="spellEnd"/>
    </w:p>
    <w:p w14:paraId="44B072D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atgacactct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acgtgttgag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gcttttgagt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actaccacac</w:t>
      </w:r>
      <w:proofErr w:type="spellEnd"/>
    </w:p>
    <w:p w14:paraId="4031A6E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aactgatcct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agttttctgg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gtaggtacat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gtcagcatta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aatcacacta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aaaagtggaa</w:t>
      </w:r>
      <w:proofErr w:type="spellEnd"/>
    </w:p>
    <w:p w14:paraId="4BDD944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gttaatggtt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taacttctat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taaatgggca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gttatcttgc</w:t>
      </w:r>
      <w:proofErr w:type="spellEnd"/>
    </w:p>
    <w:p w14:paraId="0E8D90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cactgcattg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ttaacactcc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gttgaagttt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aatccacctg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ctctacaaga</w:t>
      </w:r>
      <w:proofErr w:type="spellEnd"/>
    </w:p>
    <w:p w14:paraId="67F606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agagcaaggg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ctggtgaagc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ggctaacttt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tgtgcactta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tcttagccta</w:t>
      </w:r>
      <w:proofErr w:type="spellEnd"/>
    </w:p>
    <w:p w14:paraId="6472173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ctgtaataag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acagtaggtg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agttaggtga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tgttagagaa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acaatgagtt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acttgtttca</w:t>
      </w:r>
      <w:proofErr w:type="spellEnd"/>
    </w:p>
    <w:p w14:paraId="07F1650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acatgccaat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ttagattctt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gcaaaagagt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cttgaacgtg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gtgtgtaaaa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cttgtggaca</w:t>
      </w:r>
      <w:proofErr w:type="spellEnd"/>
    </w:p>
    <w:p w14:paraId="52BDCBC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acagcagaca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acccttaagg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gtgtagaagc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tgttatgtac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atgggcacac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tttcttatga</w:t>
      </w:r>
      <w:proofErr w:type="spellEnd"/>
    </w:p>
    <w:p w14:paraId="563EA1E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aaaggtgttc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agataccttg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tacgtgtggt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caaaatatct</w:t>
      </w:r>
      <w:proofErr w:type="spellEnd"/>
    </w:p>
    <w:p w14:paraId="3BD4E46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agtacaacag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gagtcacctt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gtcagcacca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cctgctcagt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atgaacttaa</w:t>
      </w:r>
      <w:proofErr w:type="spellEnd"/>
    </w:p>
    <w:p w14:paraId="714ABE3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gcatggtaca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tttacttgtg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ctagtgagta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cactggtaat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taccagtgtg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gtcactataa</w:t>
      </w:r>
      <w:proofErr w:type="spellEnd"/>
    </w:p>
    <w:p w14:paraId="5B7162A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acatataact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tctaaagaaa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ctttgtattg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catagacggt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gctttactta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caaagtcctc</w:t>
      </w:r>
      <w:proofErr w:type="spellEnd"/>
    </w:p>
    <w:p w14:paraId="27E1C27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agaatacaaa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ggtcctatta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cggatgtttt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ctacaaagaa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aacagttaca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caacaaccat</w:t>
      </w:r>
      <w:proofErr w:type="spellEnd"/>
    </w:p>
    <w:p w14:paraId="1AEEDC8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aaaaccagtt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acttataaat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tggatggtgt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ctaagttgga</w:t>
      </w:r>
      <w:proofErr w:type="spellEnd"/>
    </w:p>
    <w:p w14:paraId="588ED37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aagaaagaca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attcttattt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cacagagcaa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ccaattgatc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ttgtaccaaa</w:t>
      </w:r>
      <w:proofErr w:type="spellEnd"/>
    </w:p>
    <w:p w14:paraId="7A53BE2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ccaaccatat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ccaaacgcaa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gcttcgataa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gtatgtgata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atatcaaatt</w:t>
      </w:r>
      <w:proofErr w:type="spellEnd"/>
    </w:p>
    <w:p w14:paraId="79B26E9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tgctgatgat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taactggtta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taagaaacct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gcttcaagag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agcttaaagt</w:t>
      </w:r>
      <w:proofErr w:type="spellEnd"/>
    </w:p>
    <w:p w14:paraId="4D48F53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tacatttttc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cctgacttaa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atggtgatgt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ggtggctatt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gattataaac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actacacacc</w:t>
      </w:r>
      <w:proofErr w:type="spellEnd"/>
    </w:p>
    <w:p w14:paraId="02F4038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aaaggagcta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aattgttaca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taaacctatt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gtttggcatg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ttaacaatgc</w:t>
      </w:r>
      <w:proofErr w:type="spellEnd"/>
    </w:p>
    <w:p w14:paraId="6638A6B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aactaataaa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gccacgtata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aaccaaatac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ctggtgtata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cgttgtcttt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ggagcacaaa</w:t>
      </w:r>
      <w:proofErr w:type="spellEnd"/>
    </w:p>
    <w:p w14:paraId="265F9AD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accagttgaa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acatcaaatt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cgtttgatgt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actgaagtca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gaggacgcgc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agggaatgga</w:t>
      </w:r>
      <w:proofErr w:type="spellEnd"/>
    </w:p>
    <w:p w14:paraId="3CC2E51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taatcttgcc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tgcgaagatc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ctctgaagaa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gtagtggaaa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atcctaccat</w:t>
      </w:r>
      <w:proofErr w:type="spellEnd"/>
    </w:p>
    <w:p w14:paraId="1BDC9BA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acagaaagac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gttcttgagt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gtaatgtgaa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aactaccgaa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gttgtaggag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acattatact</w:t>
      </w:r>
      <w:proofErr w:type="spellEnd"/>
    </w:p>
    <w:p w14:paraId="794BEA6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taaaccagca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aataatataa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aaattacaga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agaggttggc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cacacagatc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taatggctgc</w:t>
      </w:r>
      <w:proofErr w:type="spellEnd"/>
    </w:p>
    <w:p w14:paraId="706D172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ttatgtagac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aattctagtc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gaaacctaat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gaattatcta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gagtattagg</w:t>
      </w:r>
      <w:proofErr w:type="spellEnd"/>
    </w:p>
    <w:p w14:paraId="241D74C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tttgaaaacc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cttgctactc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atggtttagc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agtgtccctt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gggatactat</w:t>
      </w:r>
      <w:proofErr w:type="spellEnd"/>
    </w:p>
    <w:p w14:paraId="1914DE4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gctaagcctt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agttgttagt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acatagttac</w:t>
      </w:r>
      <w:proofErr w:type="spellEnd"/>
    </w:p>
    <w:p w14:paraId="509F9B7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acggtgttta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aaccgtgttt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gtactaatta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tatgccttat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tattgctaca</w:t>
      </w:r>
      <w:proofErr w:type="spellEnd"/>
    </w:p>
    <w:p w14:paraId="161CDA8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attgtgtact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tttactagaa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gtacaaattc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tagaattaaa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gcatctatgc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cgactactat</w:t>
      </w:r>
      <w:proofErr w:type="spellEnd"/>
    </w:p>
    <w:p w14:paraId="6BF78D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agcaaagaat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actgttaaga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gtgtcggtaa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attttgtcta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gaggcttcat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ttaattattt</w:t>
      </w:r>
      <w:proofErr w:type="spellEnd"/>
    </w:p>
    <w:p w14:paraId="13053D5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gaagtcacct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aatttttcta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aactgataaa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</w:p>
    <w:p w14:paraId="4B0EF69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ttgcctaggt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tctttaatct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actcaaccgc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tgctttaggt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ctaatttagg</w:t>
      </w:r>
      <w:proofErr w:type="spellEnd"/>
    </w:p>
    <w:p w14:paraId="1815E8D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catgccttct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tactgtactg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gttacagaga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aggctatttg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atgtcactat</w:t>
      </w:r>
      <w:proofErr w:type="spellEnd"/>
    </w:p>
    <w:p w14:paraId="1B92B4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tgcaacctac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tgtactggtt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ctataccttg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tagtgtttgt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cttagtggtt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tagattcttt</w:t>
      </w:r>
      <w:proofErr w:type="spellEnd"/>
    </w:p>
    <w:p w14:paraId="661C0E9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agacacctat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ccttctttag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aaactataca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aattaccatt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tcatctttta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aatgggattt</w:t>
      </w:r>
      <w:proofErr w:type="spellEnd"/>
    </w:p>
    <w:p w14:paraId="5D69AE0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ggcttagttg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cagagtggtt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tttggcatat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attcttttca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</w:p>
    <w:p w14:paraId="3A45E1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ggattggctg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caatcatgca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attgtttttc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cagtacattt</w:t>
      </w:r>
      <w:proofErr w:type="spellEnd"/>
    </w:p>
    <w:p w14:paraId="25F6B24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tcttggctta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aattaatctt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gtacaaatgg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ccccgatttc</w:t>
      </w:r>
      <w:proofErr w:type="spellEnd"/>
    </w:p>
    <w:p w14:paraId="0422233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agctatggtt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agaatgtaca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tcttctttgc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atcattttat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tatgtatgga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aaagttatgt</w:t>
      </w:r>
      <w:proofErr w:type="spellEnd"/>
    </w:p>
    <w:p w14:paraId="2CADAB2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gcatgttgta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gacggttgta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attcatcaac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ttgtatgatg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tgttacaaac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gtaatagagc</w:t>
      </w:r>
      <w:proofErr w:type="spellEnd"/>
    </w:p>
    <w:p w14:paraId="1D8BDD8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aacaagagtc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ctattgttaa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tggtgttaga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aggtcctttt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atgtctatgc</w:t>
      </w:r>
      <w:proofErr w:type="spellEnd"/>
    </w:p>
    <w:p w14:paraId="19BE15C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taatggaggt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aaaggctttt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gcaaactaca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caattggaat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</w:p>
    <w:p w14:paraId="2C57353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ctgtgctggt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agtacattta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ttagtgatga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agttgcgaga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gacttgtcac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tacagtttaa</w:t>
      </w:r>
      <w:proofErr w:type="spellEnd"/>
    </w:p>
    <w:p w14:paraId="28A032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aagaccaata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aatcctactg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accagtcttc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ttacatcgtt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gatagtgtta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cagtgaagaa</w:t>
      </w:r>
      <w:proofErr w:type="spellEnd"/>
    </w:p>
    <w:p w14:paraId="24BE3DF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tggttccatc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catctttact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ttgataaagc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tggtcaaaag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</w:p>
    <w:p w14:paraId="315B913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ctctcatttt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gttaacttag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acaacctgag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agctaataac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actaaaggtt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cattgcctat</w:t>
      </w:r>
      <w:proofErr w:type="spellEnd"/>
    </w:p>
    <w:p w14:paraId="20DF6B3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taatgttata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gtttttgatg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atgtgaagaa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tcatctgcaa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aatcagcgtc</w:t>
      </w:r>
      <w:proofErr w:type="spellEnd"/>
    </w:p>
    <w:p w14:paraId="3621BE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tgtttactac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agtcagctta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tgtgtcaacc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tatactgtta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ctagatcagg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cattagtgtc</w:t>
      </w:r>
      <w:proofErr w:type="spellEnd"/>
    </w:p>
    <w:p w14:paraId="479ECEE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gatagtgcgg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aagttgcagt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taaaatgttt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gatgcttacg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ttaatacgtt</w:t>
      </w:r>
      <w:proofErr w:type="spellEnd"/>
    </w:p>
    <w:p w14:paraId="3274F60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ttcatcaact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tttaacgtac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caatggaaaa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actcaaaaca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ctagttgcaa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ctgcagaagc</w:t>
      </w:r>
      <w:proofErr w:type="spellEnd"/>
    </w:p>
    <w:p w14:paraId="4C0FFAA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tgaacttgca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aagaatgtgt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ccttagacaa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tgtcttatct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acttttattt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cagcagctcg</w:t>
      </w:r>
      <w:proofErr w:type="spellEnd"/>
    </w:p>
    <w:p w14:paraId="1C10DAA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gcaagggttt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gttgattcag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gttgaatgtc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ttaaattgtc</w:t>
      </w:r>
      <w:proofErr w:type="spellEnd"/>
    </w:p>
    <w:p w14:paraId="4D9FF7C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acatcaatct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gacatagaag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ttactggcga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tagttgtaat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aactatatgc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tcacctataa</w:t>
      </w:r>
      <w:proofErr w:type="spellEnd"/>
    </w:p>
    <w:p w14:paraId="0CF25ED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caaagttgaa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cccgtgacct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tggtgcttgt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attgactgta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gtgcgcgtca</w:t>
      </w:r>
      <w:proofErr w:type="spellEnd"/>
    </w:p>
    <w:p w14:paraId="492D697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tattaatgcg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caggtagcaa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aaagtcacaa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atatggaacg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ttaaagattt</w:t>
      </w:r>
      <w:proofErr w:type="spellEnd"/>
    </w:p>
    <w:p w14:paraId="6E341B1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catgtcattg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tctgaacaac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tacgaaaaca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aatacgtagt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gctgctaaaa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agaataactt</w:t>
      </w:r>
      <w:proofErr w:type="spellEnd"/>
    </w:p>
    <w:p w14:paraId="60008D9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accttttaag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ttgacatgtg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caactactag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acaagttgtt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aatgttgtaa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caacaaagat</w:t>
      </w:r>
      <w:proofErr w:type="spellEnd"/>
    </w:p>
    <w:p w14:paraId="104579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agcacttaag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ggtggtaaaa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ttgttaataa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ttggttgaag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cagttaatta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aagttacact</w:t>
      </w:r>
      <w:proofErr w:type="spellEnd"/>
    </w:p>
    <w:p w14:paraId="54532FE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tgtgttcctt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ctattttcta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tttaataaca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cctgttcatg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tcatgtctaa</w:t>
      </w:r>
      <w:proofErr w:type="spellEnd"/>
    </w:p>
    <w:p w14:paraId="16620CF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acatactgac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ttttcaagtg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aaatcatagg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atacaaggct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attgatggtg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gtgtcactcg</w:t>
      </w:r>
      <w:proofErr w:type="spellEnd"/>
    </w:p>
    <w:p w14:paraId="4A98E5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tgacatagca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tctacagata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cttgttttgc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taacaaacat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gctgattttg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</w:p>
    <w:p w14:paraId="66A49F2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tagccagcgt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ggtggtagtt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atactaatga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caaagcttgc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ccattgattg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ctgcagtcat</w:t>
      </w:r>
      <w:proofErr w:type="spellEnd"/>
    </w:p>
    <w:p w14:paraId="547B01C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aacaagagaa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gtgggttttg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tcgtgcctgg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tttgcctggc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acgatattac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gcacaactaa</w:t>
      </w:r>
      <w:proofErr w:type="spellEnd"/>
    </w:p>
    <w:p w14:paraId="0E00CC6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ttgcatttct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tacctagagt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ttttagtgca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gttggtaaca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tctgttacac</w:t>
      </w:r>
      <w:proofErr w:type="spellEnd"/>
    </w:p>
    <w:p w14:paraId="4FAE1E0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accatcaaaa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cttatagagt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tgcaacatca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gcttgtgttt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tggctgctga</w:t>
      </w:r>
      <w:proofErr w:type="spellEnd"/>
    </w:p>
    <w:p w14:paraId="65C1C1A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atgtacaatt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tttaaagatg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gccagtacca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ataccaatgt</w:t>
      </w:r>
      <w:proofErr w:type="spellEnd"/>
    </w:p>
    <w:p w14:paraId="552E69A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actagaaggt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tctgttgctt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atgaaagttt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acgccctgac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acacgttatg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tgctcatgga</w:t>
      </w:r>
      <w:proofErr w:type="spellEnd"/>
    </w:p>
    <w:p w14:paraId="7098D50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tggctctatt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attcaatttc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ctaacaccta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ccttgaaggt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tctgttagag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tggtaacaac</w:t>
      </w:r>
      <w:proofErr w:type="spellEnd"/>
    </w:p>
    <w:p w14:paraId="323277A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ttttgattct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gagtactgta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ggcacggcac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ttgtgaaaga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tcagaagctg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gtgtttgtgt</w:t>
      </w:r>
      <w:proofErr w:type="spellEnd"/>
    </w:p>
    <w:p w14:paraId="55259F1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atctactagt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ggtagatggg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tacttaacaa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agatctttac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caggagtttt</w:t>
      </w:r>
      <w:proofErr w:type="spellEnd"/>
    </w:p>
    <w:p w14:paraId="1F54B8C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ctgtggtgta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gatgctgtaa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atttacttac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taatatgttt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acaccactaa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ttcaacctat</w:t>
      </w:r>
      <w:proofErr w:type="spellEnd"/>
    </w:p>
    <w:p w14:paraId="104277F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gacatatcag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catctatagt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agctggtggt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tcgtagtaac</w:t>
      </w:r>
      <w:proofErr w:type="spellEnd"/>
    </w:p>
    <w:p w14:paraId="6100793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atgccttgcc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tactatttta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tgaggtttag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aagagctttt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ggtgaataca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gtcatgtagt</w:t>
      </w:r>
      <w:proofErr w:type="spellEnd"/>
    </w:p>
    <w:p w14:paraId="6A365D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actttactat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tccttatgtc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ctctgtttaa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caccagttta</w:t>
      </w:r>
      <w:proofErr w:type="spellEnd"/>
    </w:p>
    <w:p w14:paraId="42B8D41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ctcattctta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cctggtgttt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ttacttgtac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atcttactaa</w:t>
      </w:r>
      <w:proofErr w:type="spellEnd"/>
    </w:p>
    <w:p w14:paraId="47AC672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tgatgtttct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tttttagcac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atattcagtg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ttcacacctt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tagtaccttt</w:t>
      </w:r>
      <w:proofErr w:type="spellEnd"/>
    </w:p>
    <w:p w14:paraId="3BFEB20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ctggataaca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attgcttata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tcatttgtat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ttccacaaag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catttctatt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ggttctttag</w:t>
      </w:r>
      <w:proofErr w:type="spellEnd"/>
    </w:p>
    <w:p w14:paraId="3501062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taattaccta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aagagacgtg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tagtctttaa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tggtgtttcc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tttagtactt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ttgaagaagc</w:t>
      </w:r>
      <w:proofErr w:type="spellEnd"/>
    </w:p>
    <w:p w14:paraId="035685F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tgcgctgtgc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acctttttgt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taaataaaga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aatgtatcta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aagttgcgta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gtgatgtgct</w:t>
      </w:r>
      <w:proofErr w:type="spellEnd"/>
    </w:p>
    <w:p w14:paraId="295E7FF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attacctctt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acgcaatata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agctctttat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aataagtaca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agtattttag</w:t>
      </w:r>
      <w:proofErr w:type="spellEnd"/>
    </w:p>
    <w:p w14:paraId="295F1C4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tggagcaatg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gatacaacta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gctacagaga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agctgcttgt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tgtcatctcg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caaaggctct</w:t>
      </w:r>
      <w:proofErr w:type="spellEnd"/>
    </w:p>
    <w:p w14:paraId="40CC1CC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caatgacttc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agtaactcag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gttctgatgt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tctttaccaa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ccaccacaaa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tctctatcac</w:t>
      </w:r>
      <w:proofErr w:type="spellEnd"/>
    </w:p>
    <w:p w14:paraId="717870A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ctcagctgtt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ttgcagagtg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gttttagaaa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aatggcattc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ccatctggta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aagttgaggg</w:t>
      </w:r>
      <w:proofErr w:type="spellEnd"/>
    </w:p>
    <w:p w14:paraId="3486B4A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caagtaactt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gtggtacaac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tacacttaac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ggtctttggc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ttgatgacgt</w:t>
      </w:r>
      <w:proofErr w:type="spellEnd"/>
    </w:p>
    <w:p w14:paraId="2ECC1E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agtttactgt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ccaagacatg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tgatctgcac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ctctgaagac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atgcttaacc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ctaattatga</w:t>
      </w:r>
      <w:proofErr w:type="spellEnd"/>
    </w:p>
    <w:p w14:paraId="67C03C1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agatttactc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attcgtaagt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ctaatcataa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caggctggta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atgttcaact</w:t>
      </w:r>
      <w:proofErr w:type="spellEnd"/>
    </w:p>
    <w:p w14:paraId="54CF09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cagggttatt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ggacattcta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tgcaaaattg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tgtacttaag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cttaaggttg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atacagccaa</w:t>
      </w:r>
      <w:proofErr w:type="spellEnd"/>
    </w:p>
    <w:p w14:paraId="25B666E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tcctaagaca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cctaagtata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agtttgttcg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cattcaacca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ggacagactt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tttcagtgtt</w:t>
      </w:r>
      <w:proofErr w:type="spellEnd"/>
    </w:p>
    <w:p w14:paraId="619605A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agcttgttac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aatggttcac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catctggtgt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gctatgaggc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acaatttcac</w:t>
      </w:r>
      <w:proofErr w:type="spellEnd"/>
    </w:p>
    <w:p w14:paraId="5362D24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tattaagggt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tcattcctta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atggttcatg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tggtagtgtt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tagattatga</w:t>
      </w:r>
      <w:proofErr w:type="spellEnd"/>
    </w:p>
    <w:p w14:paraId="112A7B2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ctgtgtctct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tgcaccatat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ggaattacca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actggagttc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atgctggcac</w:t>
      </w:r>
      <w:proofErr w:type="spellEnd"/>
    </w:p>
    <w:p w14:paraId="25C3ADA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agacttagaa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ggtaactttt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atggaccttt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tgttgacagg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caaacagcac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aagcagctgg</w:t>
      </w:r>
      <w:proofErr w:type="spellEnd"/>
    </w:p>
    <w:p w14:paraId="5EE9F71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tacggacaca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actattacag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agcttggttg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tacgctgctg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ttataaatgg</w:t>
      </w:r>
      <w:proofErr w:type="spellEnd"/>
    </w:p>
    <w:p w14:paraId="50B9579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agacaggtgg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tttctcaatc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gatttaccac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aactcttaat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gactttaacc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ttgtggctat</w:t>
      </w:r>
      <w:proofErr w:type="spellEnd"/>
    </w:p>
    <w:p w14:paraId="7162301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gaagtacaat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tatgaacctc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taacacaaga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ccatgttgac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atactaggac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ctctttctgc</w:t>
      </w:r>
      <w:proofErr w:type="spellEnd"/>
    </w:p>
    <w:p w14:paraId="5EDAF1D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tcaaactgga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attgccgttt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tagatatgtg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tgcttcatta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aaagaattac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tgcaaaatgg</w:t>
      </w:r>
      <w:proofErr w:type="spellEnd"/>
    </w:p>
    <w:p w14:paraId="107B994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tatgaatgga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cgtaccatat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tgggtagtgc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tttattagaa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gatgaattta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caccttttga</w:t>
      </w:r>
      <w:proofErr w:type="spellEnd"/>
    </w:p>
    <w:p w14:paraId="70B4BF3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tgttgttaga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caatgctcag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ccaaagtgca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gtgaaaagaa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caatcaaggg</w:t>
      </w:r>
      <w:proofErr w:type="spellEnd"/>
    </w:p>
    <w:p w14:paraId="611798A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tacacaccac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tggttgttac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tcacaatttt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gacttcactt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ttagttttag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tccagagtac</w:t>
      </w:r>
      <w:proofErr w:type="spellEnd"/>
    </w:p>
    <w:p w14:paraId="6149625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tcaatggtct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ttttgtatga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aaatgccttt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ctatgggtat</w:t>
      </w:r>
      <w:proofErr w:type="spellEnd"/>
    </w:p>
    <w:p w14:paraId="574E8B9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tattgctatg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tctgcttttg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caatgatgtt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tgtcaaacat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aagcatgcat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ttctctgttt</w:t>
      </w:r>
      <w:proofErr w:type="spellEnd"/>
    </w:p>
    <w:p w14:paraId="7B4E97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ccttctcttg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ccactgtagc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atggtctata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tgcctgctag</w:t>
      </w:r>
      <w:proofErr w:type="spellEnd"/>
    </w:p>
    <w:p w14:paraId="111C62B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ttgggtgatg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cgtattatga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catggttgga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tatggttgat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actagtttta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agctaaaaga</w:t>
      </w:r>
      <w:proofErr w:type="spellEnd"/>
    </w:p>
    <w:p w14:paraId="0903F5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ctgtagtgtt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actaatcctt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atgacagcaa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gaactgtgta</w:t>
      </w:r>
      <w:proofErr w:type="spellEnd"/>
    </w:p>
    <w:p w14:paraId="77E6573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tgatgatggt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gctaggagag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tatgaatgtc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ttgacactcg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tttataaagt</w:t>
      </w:r>
      <w:proofErr w:type="spellEnd"/>
    </w:p>
    <w:p w14:paraId="5AAE08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ttattatggt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atcaagccat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ttccatgtgg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gctcttataa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tctctgttac</w:t>
      </w:r>
      <w:proofErr w:type="spellEnd"/>
    </w:p>
    <w:p w14:paraId="618E660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ttctaactac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tcaggtgtag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ttacaactgt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catgtttttg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gccagaggtg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ttgtttttat</w:t>
      </w:r>
      <w:proofErr w:type="spellEnd"/>
    </w:p>
    <w:p w14:paraId="2EEDDED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gtgtgttgag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tattgcccta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ttttcttcat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acacttcagt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gtataatgct</w:t>
      </w:r>
      <w:proofErr w:type="spellEnd"/>
    </w:p>
    <w:p w14:paraId="768A709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ttcttaggct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atttttgtac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ggcctctttt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gtttactcaa</w:t>
      </w:r>
      <w:proofErr w:type="spellEnd"/>
    </w:p>
    <w:p w14:paraId="380F0BB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ccgctacttt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agactgactc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ttggtgttta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tgattactta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gtttctacac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aggagtttag</w:t>
      </w:r>
      <w:proofErr w:type="spellEnd"/>
    </w:p>
    <w:p w14:paraId="3440DC1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atatatgaat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tcacagggac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tactcccacc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caagaatagc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atagatgcct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tcaaactcaa</w:t>
      </w:r>
      <w:proofErr w:type="spellEnd"/>
    </w:p>
    <w:p w14:paraId="3749620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cattaaattg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ttgggtgttg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gtggcaaacc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gtagccactg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tacagtctaa</w:t>
      </w:r>
      <w:proofErr w:type="spellEnd"/>
    </w:p>
    <w:p w14:paraId="1542C5C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aatgtcagat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gtaaagtgca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catcagtagt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cttactctca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gttttgcaac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aactcagagt</w:t>
      </w:r>
      <w:proofErr w:type="spellEnd"/>
    </w:p>
    <w:p w14:paraId="3DA9C98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agaatcatca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gggctcaatg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tgtccagtta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cacaatgaca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ttctcttagc</w:t>
      </w:r>
      <w:proofErr w:type="spellEnd"/>
    </w:p>
    <w:p w14:paraId="35A4BA9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taaagatact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actgaagcct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ggtttcacta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ctttctgttt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tgctttccat</w:t>
      </w:r>
      <w:proofErr w:type="spellEnd"/>
    </w:p>
    <w:p w14:paraId="0B96694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gcagggtgct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gtagacataa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acaagctttg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tgaagaaatg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ctggacaaca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gggcaacctt</w:t>
      </w:r>
      <w:proofErr w:type="spellEnd"/>
    </w:p>
    <w:p w14:paraId="2451946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acaagctata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gcctcagagt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ttagttccct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tccatcatat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gcagcttttg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ctactgctca</w:t>
      </w:r>
      <w:proofErr w:type="spellEnd"/>
    </w:p>
    <w:p w14:paraId="68B6CB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agaagcttat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gagcaggctg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ttgctaatgg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tgattctgaa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gttgttctta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aaaagttgaa</w:t>
      </w:r>
      <w:proofErr w:type="spellEnd"/>
    </w:p>
    <w:p w14:paraId="479A40D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gaagtctttg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aatgtggcta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aatctgaatt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tgaccgtgat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gcagccatgc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aacgtaagtt</w:t>
      </w:r>
      <w:proofErr w:type="spellEnd"/>
    </w:p>
    <w:p w14:paraId="03B672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ggaaaagatg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gctgatcaag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ctatgaccca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aatgtataaa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caggctagat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ctgaggacaa</w:t>
      </w:r>
      <w:proofErr w:type="spellEnd"/>
    </w:p>
    <w:p w14:paraId="09496AD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gagggcaaaa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gttactagtg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ctatgcagac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aatgcttttc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actatgctta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gaaagttgga</w:t>
      </w:r>
      <w:proofErr w:type="spellEnd"/>
    </w:p>
    <w:p w14:paraId="6094D4C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taatgatgca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ctcaacaaca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ttatcaacaa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tgcaagagat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ggttgtgttc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ccttgaacat</w:t>
      </w:r>
      <w:proofErr w:type="spellEnd"/>
    </w:p>
    <w:p w14:paraId="48B2ECB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aatacctctt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acaacagcag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ccaaactaat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ggttgtcata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ccagactata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acacatataa</w:t>
      </w:r>
      <w:proofErr w:type="spellEnd"/>
    </w:p>
    <w:p w14:paraId="13302B4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aaatacgtgt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gatggtacaa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catttactta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tgcatcagca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ttgtgggaaa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tccaacaggt</w:t>
      </w:r>
      <w:proofErr w:type="spellEnd"/>
    </w:p>
    <w:p w14:paraId="39FA2EB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tgtagatgca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gatagtaaaa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tagtgaaatt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agtatggaca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attcacctaa</w:t>
      </w:r>
      <w:proofErr w:type="spellEnd"/>
    </w:p>
    <w:p w14:paraId="4DDF2B7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tttagcatgg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cctcttattg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aagggccaat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tctgctgtca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aattacagaa</w:t>
      </w:r>
      <w:proofErr w:type="spellEnd"/>
    </w:p>
    <w:p w14:paraId="0592B61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taatgagctt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agtcctgttg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cactacgaca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gatgtcttgt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gctgccggta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ctacacaaac</w:t>
      </w:r>
      <w:proofErr w:type="spellEnd"/>
    </w:p>
    <w:p w14:paraId="6861607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tgcttgcact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gatgacaatg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cgttagctta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ctacaacaca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acaaagggag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</w:p>
    <w:p w14:paraId="7ABF48B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acttgcactg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ttatccgatt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tacaggattt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gaaatgggct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agattcccta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agagtgatgg</w:t>
      </w:r>
      <w:proofErr w:type="spellEnd"/>
    </w:p>
    <w:p w14:paraId="175676B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aactggtact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atctatacag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aactggaacc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accttgtagg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tttgttacag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acacacctaa</w:t>
      </w:r>
      <w:proofErr w:type="spellEnd"/>
    </w:p>
    <w:p w14:paraId="6B16291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aggtcctaaa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gtgaagtatt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tatactttat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taaaggatta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aacaacctaa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atagaggtat</w:t>
      </w:r>
      <w:proofErr w:type="spellEnd"/>
    </w:p>
    <w:p w14:paraId="4C326D6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ggtacttggt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agtttagctg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ccacagtacg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tctacaagct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ggtaatgcaa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cagaagtgcc</w:t>
      </w:r>
      <w:proofErr w:type="spellEnd"/>
    </w:p>
    <w:p w14:paraId="459C0EE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tgccaattca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ctttctgtgc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gatgctgcta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aagcttacaa</w:t>
      </w:r>
      <w:proofErr w:type="spellEnd"/>
    </w:p>
    <w:p w14:paraId="0EF5029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agattatcta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gctagtgggg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gacaaccaat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cactaattgt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gttaagatgt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tgtgtacaca</w:t>
      </w:r>
      <w:proofErr w:type="spellEnd"/>
    </w:p>
    <w:p w14:paraId="687073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cactggtact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ggtcaggcaa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taacagtcac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accggaagcc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aatatggatc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aagaatcctt</w:t>
      </w:r>
      <w:proofErr w:type="spellEnd"/>
    </w:p>
    <w:p w14:paraId="3D0CEFB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tggtggtgca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tcgtgttgtc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tgtactgccg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ttgccacata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gatcatccaa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atcctaaagg</w:t>
      </w:r>
      <w:proofErr w:type="spellEnd"/>
    </w:p>
    <w:p w14:paraId="3455FC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attttgtgac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ttaaaaggta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agtatgtaca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aatacctaca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acttgtgcta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atgaccctgt</w:t>
      </w:r>
      <w:proofErr w:type="spellEnd"/>
    </w:p>
    <w:p w14:paraId="61C4A85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cttaaaaaca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cagtctgtac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cgtctgcggt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atgtggaaag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gttatggctg</w:t>
      </w:r>
      <w:proofErr w:type="spellEnd"/>
    </w:p>
    <w:p w14:paraId="507B1CB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tagttgtgat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caactccgcg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aacccatgct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tcagtcagct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gatgcacaat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cgtttttaaa</w:t>
      </w:r>
      <w:proofErr w:type="spellEnd"/>
    </w:p>
    <w:p w14:paraId="1E0AB0F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cgggtttgcg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gtgtaagtgc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agcccgtctt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acaccgtgcg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gcacaggcac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tagtactgat</w:t>
      </w:r>
      <w:proofErr w:type="spellEnd"/>
    </w:p>
    <w:p w14:paraId="1B34BF7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gtcgtataca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gggcttttga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gataaagtag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ctggttttgc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taaattccta</w:t>
      </w:r>
      <w:proofErr w:type="spellEnd"/>
    </w:p>
    <w:p w14:paraId="51A10A3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aaaactaatt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gttgtcgctt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ccaagaaaag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gacgaagatg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tgattcttac</w:t>
      </w:r>
      <w:proofErr w:type="spellEnd"/>
    </w:p>
    <w:p w14:paraId="2A12F59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tttgtagtta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agagacacac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tttctctaac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taccaacatg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ttataattta</w:t>
      </w:r>
      <w:proofErr w:type="spellEnd"/>
    </w:p>
    <w:p w14:paraId="34639DF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cttaaggatt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gtccagctgt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tgctaaacat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gacttcttta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agacggtgac</w:t>
      </w:r>
      <w:proofErr w:type="spellEnd"/>
    </w:p>
    <w:p w14:paraId="6CB08C0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atggtaccac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atatatcacg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tcaacgtctt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actaaataca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caatggcaga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cctcgtctat</w:t>
      </w:r>
      <w:proofErr w:type="spellEnd"/>
    </w:p>
    <w:p w14:paraId="4BF8232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gctttaaggc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attttgatga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aggtaattgt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gacacattaa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aagaaatact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tgtcacatac</w:t>
      </w:r>
      <w:proofErr w:type="spellEnd"/>
    </w:p>
    <w:p w14:paraId="0969AE3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aattgttgtg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atgatgatta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tttcaataaa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aaggactggt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atgattttgt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agaaaaccca</w:t>
      </w:r>
      <w:proofErr w:type="spellEnd"/>
    </w:p>
    <w:p w14:paraId="364E4BE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gatatattac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gcgtatacgc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caacttaggt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gaacgtgtac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gccaagcttt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</w:p>
    <w:p w14:paraId="74C2AC6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gtacaattct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gtgatgccat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gcgaaatgct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ggtattgttg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gtgtactgac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attagataat</w:t>
      </w:r>
      <w:proofErr w:type="spellEnd"/>
    </w:p>
    <w:p w14:paraId="6B5D53F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caagatctca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atggtaactg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gtatgatttc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ggtgatttca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tacaaaccac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gccaggtagt</w:t>
      </w:r>
      <w:proofErr w:type="spellEnd"/>
    </w:p>
    <w:p w14:paraId="766C304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ggagttcctg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ttgtagattc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ttattattca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ctatattaac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cttgaccagg</w:t>
      </w:r>
      <w:proofErr w:type="spellEnd"/>
    </w:p>
    <w:p w14:paraId="2F85217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gctttaactg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cagagtcaca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agccttacat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taagtgggat</w:t>
      </w:r>
      <w:proofErr w:type="spellEnd"/>
    </w:p>
    <w:p w14:paraId="2162581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ggaagagagg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ttaaaactct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ttgaccgtta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ttttaaatat</w:t>
      </w:r>
      <w:proofErr w:type="spellEnd"/>
    </w:p>
    <w:p w14:paraId="54DAD74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tgggatcaga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cataccaccc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aaattgtgtt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aactgtttgg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cattctgcat</w:t>
      </w:r>
      <w:proofErr w:type="spellEnd"/>
    </w:p>
    <w:p w14:paraId="6A81A5F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tgtgcaaact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attctctaca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gtgttcccac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tggaccacta</w:t>
      </w:r>
      <w:proofErr w:type="spellEnd"/>
    </w:p>
    <w:p w14:paraId="0AC8F98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gtgagaaaaa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tatttgttga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tggtgttcca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caactggata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ccacttcaga</w:t>
      </w:r>
      <w:proofErr w:type="spellEnd"/>
    </w:p>
    <w:p w14:paraId="5B189E9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gagctaggtg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ttgtacataa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tcaggatgta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aacttacata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gctctagact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tagttttaag</w:t>
      </w:r>
      <w:proofErr w:type="spellEnd"/>
    </w:p>
    <w:p w14:paraId="5A898AD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gaattacttg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tgtatgctgc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tgaccctgct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atgcacgctg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cttctggtaa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tctattacta</w:t>
      </w:r>
      <w:proofErr w:type="spellEnd"/>
    </w:p>
    <w:p w14:paraId="69A0D8A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gataaacgca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ctacgtgctt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ttcagtagct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gcacttacta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acaatgttgc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ttttcaaact</w:t>
      </w:r>
      <w:proofErr w:type="spellEnd"/>
    </w:p>
    <w:p w14:paraId="5AA3C05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gtcaaacccg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tatgactttg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ctgtgtctaa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gggtttcttt</w:t>
      </w:r>
      <w:proofErr w:type="spellEnd"/>
    </w:p>
    <w:p w14:paraId="57162B8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aaggaaggaa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gttctgttga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attaaaacac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ctcaggatgg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taatgctgct</w:t>
      </w:r>
      <w:proofErr w:type="spellEnd"/>
    </w:p>
    <w:p w14:paraId="0891ED0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atcagcgatt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tcgttataat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ctaccaacaa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tgtgtgatat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</w:p>
    <w:p w14:paraId="613E3A5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ctatttgtag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ttgaagttgt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tgataagtac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tttgattgtt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acgatggtgg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ctgtattaat</w:t>
      </w:r>
      <w:proofErr w:type="spellEnd"/>
    </w:p>
    <w:p w14:paraId="2B50386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gctaaccaag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tcatcgtcaa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caacctagac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aaatcagctg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gttttccatt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taataaatgg</w:t>
      </w:r>
      <w:proofErr w:type="spellEnd"/>
    </w:p>
    <w:p w14:paraId="3F908E6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ggtaaggcta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gactttatta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tgattcaatg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agttatgagg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atcaagatgc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acttttcgca</w:t>
      </w:r>
      <w:proofErr w:type="spellEnd"/>
    </w:p>
    <w:p w14:paraId="27B2D3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tatacaaaac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gtaatgtcat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ccctactata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actcaaatga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atcttaagta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tgccattagt</w:t>
      </w:r>
      <w:proofErr w:type="spellEnd"/>
    </w:p>
    <w:p w14:paraId="125EA74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gcaaagaata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gagctcgcac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cgtagctggt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gtctctatct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gtagtactat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gaccaataga</w:t>
      </w:r>
      <w:proofErr w:type="spellEnd"/>
    </w:p>
    <w:p w14:paraId="5442FEC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cagtttcatc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aaaaattatt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gaaatcaata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gccgccacta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gaggagctac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tgtagtaatt</w:t>
      </w:r>
      <w:proofErr w:type="spellEnd"/>
    </w:p>
    <w:p w14:paraId="2935829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ggaacaagca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aattctatgg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tggttggcac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aatatgttaa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aaactgttta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tagtgatgta</w:t>
      </w:r>
      <w:proofErr w:type="spellEnd"/>
    </w:p>
    <w:p w14:paraId="04DFDAB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gaaaaccctc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accttatggg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ttgggattat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cctaaatgtg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atagagccat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gcctaacatg</w:t>
      </w:r>
      <w:proofErr w:type="spellEnd"/>
    </w:p>
    <w:p w14:paraId="1AD540C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cttagaatta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tggcctcact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tgttcttgct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cgcaaacata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caacgtgttg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tagcttgtca</w:t>
      </w:r>
      <w:proofErr w:type="spellEnd"/>
    </w:p>
    <w:p w14:paraId="02228D3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caccgtttct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atagattagc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taatgagtgt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gctcaagtat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tgagtgaaat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ggtcatgtgt</w:t>
      </w:r>
      <w:proofErr w:type="spellEnd"/>
    </w:p>
    <w:p w14:paraId="028FA9E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ggcggttcac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tatatgttaa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accaggtgga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acctcatcag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gagatgccac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aactgcttat</w:t>
      </w:r>
      <w:proofErr w:type="spellEnd"/>
    </w:p>
    <w:p w14:paraId="5C74FA1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gctaatagtg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tttttaacat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ttgtcaagct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gtcacggcca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atgttaatgc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acttttatct</w:t>
      </w:r>
      <w:proofErr w:type="spellEnd"/>
    </w:p>
    <w:p w14:paraId="0EAB8E5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acaaaattgc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cgataagtat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gtccgcaatt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tacaacacag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actttatgag</w:t>
      </w:r>
      <w:proofErr w:type="spellEnd"/>
    </w:p>
    <w:p w14:paraId="6681263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tgtctctata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gaaatagaga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tgttgacaca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gactttgtga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atgagtttta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cgcatatttg</w:t>
      </w:r>
      <w:proofErr w:type="spellEnd"/>
    </w:p>
    <w:p w14:paraId="03A471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cgtaaacatt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tctcaatgat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gatactctct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gacgatgctg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caatagcact</w:t>
      </w:r>
      <w:proofErr w:type="spellEnd"/>
    </w:p>
    <w:p w14:paraId="56B0E94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tatgcatctc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aaggtctagt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ggctagcata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aagaacttta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agtcagttct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ttattatcaa</w:t>
      </w:r>
      <w:proofErr w:type="spellEnd"/>
    </w:p>
    <w:p w14:paraId="5BF11E6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ttatgtctga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tggactgaga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ctgaccttac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taaaggacct</w:t>
      </w:r>
      <w:proofErr w:type="spellEnd"/>
    </w:p>
    <w:p w14:paraId="4C2853A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catgaatttt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gctctcaaca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tacaatgcta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gttaaacagg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gtgatgatta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tgtgtacctt</w:t>
      </w:r>
      <w:proofErr w:type="spellEnd"/>
    </w:p>
    <w:p w14:paraId="421EC9C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ccttacccag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atccatcaag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aatcctaggg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gccggctgtt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ttgtagatga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tatcgtaaaa</w:t>
      </w:r>
      <w:proofErr w:type="spellEnd"/>
    </w:p>
    <w:p w14:paraId="3230688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acagatggta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cacttatgat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tgaacggttc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gtgtctttag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ctatagatgc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ttacccactt</w:t>
      </w:r>
      <w:proofErr w:type="spellEnd"/>
    </w:p>
    <w:p w14:paraId="0627FA7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actaaacatc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ctaatcagga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gtatgctgat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gtctttcatt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tgtacttaca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atacataaga</w:t>
      </w:r>
      <w:proofErr w:type="spellEnd"/>
    </w:p>
    <w:p w14:paraId="46BF4EE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aagctacatg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atgagttaac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aggacacatg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ttagacatgt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attctgttat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gcttactaat</w:t>
      </w:r>
      <w:proofErr w:type="spellEnd"/>
    </w:p>
    <w:p w14:paraId="344331A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gataacactt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caaggtattg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ggaacctgag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ctatgtacac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accgcataca</w:t>
      </w:r>
      <w:proofErr w:type="spellEnd"/>
    </w:p>
    <w:p w14:paraId="10D410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gtcttacagg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ctgttggggc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agacttcatt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aagatgtggt</w:t>
      </w:r>
      <w:proofErr w:type="spellEnd"/>
    </w:p>
    <w:p w14:paraId="3293B47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gcttgcatac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gtagaccatt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cttatgttgt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acgaccatgt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catatcaaca</w:t>
      </w:r>
      <w:proofErr w:type="spellEnd"/>
    </w:p>
    <w:p w14:paraId="677E6EA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tcacataaat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tagtcttgtc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tgttaatccg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tatgtttgca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atgctccagg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ttgtgatgtc</w:t>
      </w:r>
      <w:proofErr w:type="spellEnd"/>
    </w:p>
    <w:p w14:paraId="7868C6F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acagatgtga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ctcaacttta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cttaggaggt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atgagctatt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attgtaaatc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acataaacca</w:t>
      </w:r>
      <w:proofErr w:type="spellEnd"/>
    </w:p>
    <w:p w14:paraId="66A54BE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cccattagtt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ttccattgtg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tgctaatgga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caagtttttg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gtttatataa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aaatacatgt</w:t>
      </w:r>
      <w:proofErr w:type="spellEnd"/>
    </w:p>
    <w:p w14:paraId="6E5D4E2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gttggtagcg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ataatgttac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gcaattgcaa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catgtgactg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gacaaatgct</w:t>
      </w:r>
      <w:proofErr w:type="spellEnd"/>
    </w:p>
    <w:p w14:paraId="0C8C36B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ttttagctaa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cacctgtact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gaaagactca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agctttttgc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agcagaaacg</w:t>
      </w:r>
      <w:proofErr w:type="spellEnd"/>
    </w:p>
    <w:p w14:paraId="7A1AD5F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ctcaaagcta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ctgaggagac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atttaaactg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tcttatggta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ttgctactgt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acgtgaagtg</w:t>
      </w:r>
      <w:proofErr w:type="spellEnd"/>
    </w:p>
    <w:p w14:paraId="728FC21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ctgtctgaca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gagaattaca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tctttcatgg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gaagttggta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aacctagacc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accacttaac</w:t>
      </w:r>
      <w:proofErr w:type="spellEnd"/>
    </w:p>
    <w:p w14:paraId="1014F5E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cgaaattatg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tctttactgg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ttatcgtgta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aataggagag</w:t>
      </w:r>
      <w:proofErr w:type="spellEnd"/>
    </w:p>
    <w:p w14:paraId="0F2A257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tacacctttg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aaaaaggtga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ctatggtgat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gctgttgttt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accgaggtac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aacaacttac</w:t>
      </w:r>
      <w:proofErr w:type="spellEnd"/>
    </w:p>
    <w:p w14:paraId="5EEB0BF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aaattaaatg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ttggtgatta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acatcacata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cagtaatgcc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attaagtgca</w:t>
      </w:r>
      <w:proofErr w:type="spellEnd"/>
    </w:p>
    <w:p w14:paraId="7A36A0C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cctacactag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tgccacaaga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gcactatgtt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gcttataccc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aacactcaat</w:t>
      </w:r>
      <w:proofErr w:type="spellEnd"/>
    </w:p>
    <w:p w14:paraId="1CC2C5E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atctcagatg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agttttctag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caatgttgca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aattatcaaa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aggttggtat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gcaaaagtat</w:t>
      </w:r>
      <w:proofErr w:type="spellEnd"/>
    </w:p>
    <w:p w14:paraId="772F70C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tctacactcc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agggaccacc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tggtactggt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aagagtcatt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ttgctattgg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cctagctctc</w:t>
      </w:r>
      <w:proofErr w:type="spellEnd"/>
    </w:p>
    <w:p w14:paraId="720598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tactaccctt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ctgctcgcat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agtgtataca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gcttgctctc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atgccgctgt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tgatgcacta</w:t>
      </w:r>
      <w:proofErr w:type="spellEnd"/>
    </w:p>
    <w:p w14:paraId="5BBDC79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tgtgagaagg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cattaaaata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tttgcctata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gataaatgta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gtagaattat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acctgcacgt</w:t>
      </w:r>
      <w:proofErr w:type="spellEnd"/>
    </w:p>
    <w:p w14:paraId="1A9E90A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gctcgtgtag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agtgttttga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gtgaattcaa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cattagaaca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gtatgtcttt</w:t>
      </w:r>
      <w:proofErr w:type="spellEnd"/>
    </w:p>
    <w:p w14:paraId="501FEAE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tgtactgtaa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atgcattgcc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tgagacgaca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gcagatatag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ttgtctttga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tgaaatttca</w:t>
      </w:r>
      <w:proofErr w:type="spellEnd"/>
    </w:p>
    <w:p w14:paraId="7383550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atggccacaa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attatgattt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gagtgttgtc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aatgccagat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tacgtgctaa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gcactatgtg</w:t>
      </w:r>
      <w:proofErr w:type="spellEnd"/>
    </w:p>
    <w:p w14:paraId="1062588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tacattggcg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accctgctca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attacctgca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ccacgcacat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tgctaactaa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gggcacacta</w:t>
      </w:r>
      <w:proofErr w:type="spellEnd"/>
    </w:p>
    <w:p w14:paraId="27EAB1C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gaaccagaat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atttcaattc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agtgtgtaga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cttatgaaaa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ctataggtcc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agacatgttc</w:t>
      </w:r>
      <w:proofErr w:type="spellEnd"/>
    </w:p>
    <w:p w14:paraId="71B2A90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ctcggaactt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gtcggcgttg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tcctgctgaa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ctgtgagtgc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</w:p>
    <w:p w14:paraId="6E0B894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gataataagc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ttaaagcaca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taaagacaaa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tcagctcaat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gttttataag</w:t>
      </w:r>
      <w:proofErr w:type="spellEnd"/>
    </w:p>
    <w:p w14:paraId="4B9E158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ggtgttatca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cgcatgatgt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ttcatctgca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attaacaggc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cacaaatagg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cgtggtaaga</w:t>
      </w:r>
      <w:proofErr w:type="spellEnd"/>
    </w:p>
    <w:p w14:paraId="0AACA07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gaattcctta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cacgtaaccc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tgcttggaga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aaagctgtct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ttatttcacc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ttataattca</w:t>
      </w:r>
      <w:proofErr w:type="spellEnd"/>
    </w:p>
    <w:p w14:paraId="1B9455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cagaatgctg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tagcctcaaa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gattttggga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ctaccaactc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aaactgttga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ttcatcacag</w:t>
      </w:r>
      <w:proofErr w:type="spellEnd"/>
    </w:p>
    <w:p w14:paraId="24AAE89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ggctcagaat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atgactatgt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catattcact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caaaccactg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aaacagctca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ctcttgtaat</w:t>
      </w:r>
      <w:proofErr w:type="spellEnd"/>
    </w:p>
    <w:p w14:paraId="4BA9BF0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gtaaacagat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ttaatgttgc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gcaaaagtag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gcatactttg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cataatgtct</w:t>
      </w:r>
      <w:proofErr w:type="spellEnd"/>
    </w:p>
    <w:p w14:paraId="4A121EA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gatagagacc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tttatgacaa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acaagtcttg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aaattccacg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taggaatgtg</w:t>
      </w:r>
      <w:proofErr w:type="spellEnd"/>
    </w:p>
    <w:p w14:paraId="342F8FF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gcaactttac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aagctgaaaa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tgtaacagga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ctctttaaag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attgtagtaa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ggtaatcact</w:t>
      </w:r>
      <w:proofErr w:type="spellEnd"/>
    </w:p>
    <w:p w14:paraId="1FB3BF2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gggttacatc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ctacacaggc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acctacacac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ctcagtgttg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acactaaatt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caaaactgaa</w:t>
      </w:r>
      <w:proofErr w:type="spellEnd"/>
    </w:p>
    <w:p w14:paraId="4DB8A6F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ggtttatgtg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ttgacgtacc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tggcatacct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aaggacatga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cctatagaag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actcatctct</w:t>
      </w:r>
      <w:proofErr w:type="spellEnd"/>
    </w:p>
    <w:p w14:paraId="3FE91D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atgatgggtt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ttaaaatgaa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ttatcaagtt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aatggttacc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ctaacatgtt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tatcacccgc</w:t>
      </w:r>
      <w:proofErr w:type="spellEnd"/>
    </w:p>
    <w:p w14:paraId="6D18E40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taagacatgt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acgtgcatgg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attggcttcg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atgtcgaggg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gtgtcatgct</w:t>
      </w:r>
      <w:proofErr w:type="spellEnd"/>
    </w:p>
    <w:p w14:paraId="6EF1FAC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actagagaag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ctgttggtac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caatttacct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ttacagctag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gtttttctac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aggtgttaac</w:t>
      </w:r>
      <w:proofErr w:type="spellEnd"/>
    </w:p>
    <w:p w14:paraId="542E6A5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ctagttgctg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tacctacagg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ttatgttgat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acacctaata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atacagattt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ttccagagtt</w:t>
      </w:r>
      <w:proofErr w:type="spellEnd"/>
    </w:p>
    <w:p w14:paraId="13B2D2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agtgctaaac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caccgcctgg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agatcaattt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aaacacctca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taccacttat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gtacaaagga</w:t>
      </w:r>
      <w:proofErr w:type="spellEnd"/>
    </w:p>
    <w:p w14:paraId="4E385C4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cttccttgga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atgtagtgcg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tataaagatt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gtacaaatgt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taagtgacac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acttaaaaat</w:t>
      </w:r>
      <w:proofErr w:type="spellEnd"/>
    </w:p>
    <w:p w14:paraId="6339F69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ctctctgaca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gagtcgtatt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gcacatggct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ttgagttgac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atctatgaag</w:t>
      </w:r>
      <w:proofErr w:type="spellEnd"/>
    </w:p>
    <w:p w14:paraId="41B72D3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tattttgtga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aaataggacc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tgagcgcacc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tgttgtctat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gtgatagacg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tgccacatgc</w:t>
      </w:r>
      <w:proofErr w:type="spellEnd"/>
    </w:p>
    <w:p w14:paraId="2B4F8A8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ttttccactg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cttcagacac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ttatgcctgt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tggcatcatt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ctattggatt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tgattacgtc</w:t>
      </w:r>
      <w:proofErr w:type="spellEnd"/>
    </w:p>
    <w:p w14:paraId="258313B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tataatccgt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ttatgattga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tgttcaacaa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tggggtttta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caggtaacct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acaaagcaac</w:t>
      </w:r>
      <w:proofErr w:type="spellEnd"/>
    </w:p>
    <w:p w14:paraId="309770A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catgatctgt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attgtcaagt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ccatggtaat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gcacatgtag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ctagttgtga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</w:p>
    <w:p w14:paraId="3CC97A1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actaggtgtc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tagctgtcca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cgagtgcttt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gttaagcgtg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ttgactggac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tattgaatat</w:t>
      </w:r>
      <w:proofErr w:type="spellEnd"/>
    </w:p>
    <w:p w14:paraId="185E239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cctataattg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gtgatgaact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gcggcttgta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gaaaggttca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acacatggtt</w:t>
      </w:r>
      <w:proofErr w:type="spellEnd"/>
    </w:p>
    <w:p w14:paraId="6E874FA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gttaaagctg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cattattagc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agacaaattc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ccagttcttc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acgacattgg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taaccctaaa</w:t>
      </w:r>
      <w:proofErr w:type="spellEnd"/>
    </w:p>
    <w:p w14:paraId="5806F18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gctattaagt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gtgtacctca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agctgatgta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gaatggaagt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tctatgatgc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acagccttgt</w:t>
      </w:r>
      <w:proofErr w:type="spellEnd"/>
    </w:p>
    <w:p w14:paraId="1D6C0B9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agtgacaaag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agaagaatta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ttctattctt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atgccacaca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ttctgacaaa</w:t>
      </w:r>
      <w:proofErr w:type="spellEnd"/>
    </w:p>
    <w:p w14:paraId="5504F03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ttcacagatg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gtgtatgcct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attttggaat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tgcaatgtcg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atagatatcc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tgctaattcc</w:t>
      </w:r>
      <w:proofErr w:type="spellEnd"/>
    </w:p>
    <w:p w14:paraId="397FC0A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attgtttgta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gatttgacac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tagagtgcta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tctaacctta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acttgcctgg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ttgtgatggt</w:t>
      </w:r>
      <w:proofErr w:type="spellEnd"/>
    </w:p>
    <w:p w14:paraId="750E7E4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ggcagtttgt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atgtaaataa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acatgcattc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cacacaccag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cttttgataa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</w:p>
    <w:p w14:paraId="480EC80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gttaatttaa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atttttctat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tactctgaca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gtccatgtga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gtctcatgga</w:t>
      </w:r>
      <w:proofErr w:type="spellEnd"/>
    </w:p>
    <w:p w14:paraId="7A1B84F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aaacaagtag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tgtcagatat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agattatgta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ccactaaagt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ctgctacgtg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tataacacgt</w:t>
      </w:r>
      <w:proofErr w:type="spellEnd"/>
    </w:p>
    <w:p w14:paraId="0CC9A15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gtggtgctgt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catgctaatg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agtacagatt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gtatctcgat</w:t>
      </w:r>
      <w:proofErr w:type="spellEnd"/>
    </w:p>
    <w:p w14:paraId="2E3F991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gcttataaca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tgatgatctc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agctggcttt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agcttgtggg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tttacaaaca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atttgatact</w:t>
      </w:r>
      <w:proofErr w:type="spellEnd"/>
    </w:p>
    <w:p w14:paraId="58E0E5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tataacctct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ggaacacttt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tacaagactt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cagagtttag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aaaatgtggc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ttttaatgtt</w:t>
      </w:r>
      <w:proofErr w:type="spellEnd"/>
    </w:p>
    <w:p w14:paraId="46CA25B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gtaaataagg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gacactttga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ggtgaagtac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cagtttctat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cattaataac</w:t>
      </w:r>
      <w:proofErr w:type="spellEnd"/>
    </w:p>
    <w:p w14:paraId="5416071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caaaagttga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tggtgttgat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gtagaattgt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ttgaaaataa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aacaacatta</w:t>
      </w:r>
      <w:proofErr w:type="spellEnd"/>
    </w:p>
    <w:p w14:paraId="6C1BECB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cctgttaatg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tagcatttga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gctttgggct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aagcgcaaca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ttaaaccagt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accagaggtg</w:t>
      </w:r>
      <w:proofErr w:type="spellEnd"/>
    </w:p>
    <w:p w14:paraId="06558BD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aaaatactca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ataatttggg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tgtggacatt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gctgctaata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ctgtgatctg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ggactacaaa</w:t>
      </w:r>
      <w:proofErr w:type="spellEnd"/>
    </w:p>
    <w:p w14:paraId="1AE1884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agagatgctc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cagcacatat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ggtgtttgtt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ctatgactga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catagccaag</w:t>
      </w:r>
      <w:proofErr w:type="spellEnd"/>
    </w:p>
    <w:p w14:paraId="5936AE5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aaaccaactg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aaacgatttg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tgcaccactc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ttgatggtag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</w:p>
    <w:p w14:paraId="21CC0F1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caagtagact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tatttagaaa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tgcccgtaat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ggtgttctta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ttacagaagg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tagtgttaaa</w:t>
      </w:r>
      <w:proofErr w:type="spellEnd"/>
    </w:p>
    <w:p w14:paraId="2C6A942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ggtttacaac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catctgtagg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tcccaaacaa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gctagtctta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atggagtcac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attaattgga</w:t>
      </w:r>
      <w:proofErr w:type="spellEnd"/>
    </w:p>
    <w:p w14:paraId="0FC296F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gaagccgtaa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aaacacagtt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aagaaagttg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atggtgttgt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ccaacaatta</w:t>
      </w:r>
      <w:proofErr w:type="spellEnd"/>
    </w:p>
    <w:p w14:paraId="3726C37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cctgaaactt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actttactca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gagtagaaat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ttaaacccag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gagtcaaatg</w:t>
      </w:r>
      <w:proofErr w:type="spellEnd"/>
    </w:p>
    <w:p w14:paraId="6526AE5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gaaattgatt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tcttagaatt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agctatggat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gaattcattg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aacggtataa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attagaaggc</w:t>
      </w:r>
      <w:proofErr w:type="spellEnd"/>
    </w:p>
    <w:p w14:paraId="17FAF2D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tatgccttcg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aacatatcgt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ttatggagat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tttagtcata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gtcagttagg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tggtttacat</w:t>
      </w:r>
      <w:proofErr w:type="spellEnd"/>
    </w:p>
    <w:p w14:paraId="11439EB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ctactgattg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gactagctaa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acgttttaag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gaatcacctt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ttgaattaga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agattttatt</w:t>
      </w:r>
      <w:proofErr w:type="spellEnd"/>
    </w:p>
    <w:p w14:paraId="6A2BABB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cctatggaca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gtacagttaa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aaactatttc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ataacagatg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cgcaaacagg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ttcatctaag</w:t>
      </w:r>
      <w:proofErr w:type="spellEnd"/>
    </w:p>
    <w:p w14:paraId="2866726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tgtgtgtgtt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ctgttattga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tttattactt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gatgattttg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ttgaaataat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aaaatcccaa</w:t>
      </w:r>
      <w:proofErr w:type="spellEnd"/>
    </w:p>
    <w:p w14:paraId="7D3FAF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gatttatctg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tagtttctaa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ggttgtcaaa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gtgactattg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actatacaga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aatttcattt</w:t>
      </w:r>
      <w:proofErr w:type="spellEnd"/>
    </w:p>
    <w:p w14:paraId="0F45A2B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atgctttggt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gtaaagatgg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ccatgtagaa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acattttacc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atctagtcaa</w:t>
      </w:r>
      <w:proofErr w:type="spellEnd"/>
    </w:p>
    <w:p w14:paraId="7D8094E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gcgtggcaac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cgggtgttgc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tatgcctaat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ctttacaaaa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gctattagaa</w:t>
      </w:r>
      <w:proofErr w:type="spellEnd"/>
    </w:p>
    <w:p w14:paraId="48DD723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aagtgtgacc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ttcaaaatta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gcaacattac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ctaaaggcat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aatgatgaat</w:t>
      </w:r>
      <w:proofErr w:type="spellEnd"/>
    </w:p>
    <w:p w14:paraId="7274154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gtcgcaaaat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atactcaact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gtgtcaatat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ttaaacacat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taacattagc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tgtaccctat</w:t>
      </w:r>
      <w:proofErr w:type="spellEnd"/>
    </w:p>
    <w:p w14:paraId="6A61287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aatatgagag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ttatacattt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tggtgctggt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tctgataaag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gagttgcacc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aggtacagct</w:t>
      </w:r>
      <w:proofErr w:type="spellEnd"/>
    </w:p>
    <w:p w14:paraId="2C598DB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gttttaagac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agtggttgcc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tacgggtacg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ctgcttgtcg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attcagatct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</w:p>
    <w:p w14:paraId="029F237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gtctctgatg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tttgattggt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gattgtgcaa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ctgtacatac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agctaataaa</w:t>
      </w:r>
      <w:proofErr w:type="spellEnd"/>
    </w:p>
    <w:p w14:paraId="2E21431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tgggatctca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ttattagtga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tatgtacgac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cctaagacta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aaaatgttac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aaaagaaaat</w:t>
      </w:r>
      <w:proofErr w:type="spellEnd"/>
    </w:p>
    <w:p w14:paraId="4D1854B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gactctaaag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agggtttttt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cacttacatt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tgtgggttta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gctagctctt</w:t>
      </w:r>
      <w:proofErr w:type="spellEnd"/>
    </w:p>
    <w:p w14:paraId="39764B7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ggaggttccg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tggctataaa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gataacagaa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cattcttgga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atgctgatct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ttataagctc</w:t>
      </w:r>
      <w:proofErr w:type="spellEnd"/>
    </w:p>
    <w:p w14:paraId="0A39F86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atgggacact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tcgcatggtg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gacagccttt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gttactaatg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tgaatgcgtc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atcatctgaa</w:t>
      </w:r>
      <w:proofErr w:type="spellEnd"/>
    </w:p>
    <w:p w14:paraId="6CFBA85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gcatttttaa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ttggatgtaa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ttatcttggc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aaaccacgcg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aacaaataga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tggttatgtc</w:t>
      </w:r>
      <w:proofErr w:type="spellEnd"/>
    </w:p>
    <w:p w14:paraId="0D76D7E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atgcatgcaa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attacatatt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ttggaggaat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acaaatccaa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ttcagttgtc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ttcctattct</w:t>
      </w:r>
      <w:proofErr w:type="spellEnd"/>
    </w:p>
    <w:p w14:paraId="23462E0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tgagtaaatt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tccccttaaa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ttaaggggta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ctgctgttat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gtctttaaaa</w:t>
      </w:r>
      <w:proofErr w:type="spellEnd"/>
    </w:p>
    <w:p w14:paraId="565FE2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gaaggtcaaa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tcaatgatat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gattttatct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cttcttagta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aaggtagact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tataattaga</w:t>
      </w:r>
      <w:proofErr w:type="spellEnd"/>
    </w:p>
    <w:p w14:paraId="37750EA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gaaaacaaca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gagttgttat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ttctagtgat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gttcttgtta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acaactaaac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gaacaatgtt</w:t>
      </w:r>
      <w:proofErr w:type="spellEnd"/>
    </w:p>
    <w:p w14:paraId="20BFCD8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gttttattgc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cactagtctc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tagtcagtgt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gttaatctta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caaccagaac</w:t>
      </w:r>
      <w:proofErr w:type="spellEnd"/>
    </w:p>
    <w:p w14:paraId="793C51A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tcaattaccc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cctgcataca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ctaattcttt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cacacgtggt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ctgacaaagt</w:t>
      </w:r>
      <w:proofErr w:type="spellEnd"/>
    </w:p>
    <w:p w14:paraId="1A14D0C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tttcagatcc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tcagttttac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attcaactca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ggacttgttc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ttacctttct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tttccaatgt</w:t>
      </w:r>
      <w:proofErr w:type="spellEnd"/>
    </w:p>
    <w:p w14:paraId="2B993D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tacttggttc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catgttatct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</w:p>
    <w:p w14:paraId="30D46DB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</w:p>
    <w:p w14:paraId="608281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</w:p>
    <w:p w14:paraId="09A7C6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</w:p>
    <w:p w14:paraId="0484B5E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</w:p>
    <w:p w14:paraId="7241FE9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</w:p>
    <w:p w14:paraId="68D07A6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</w:p>
    <w:p w14:paraId="20F4F7B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</w:p>
    <w:p w14:paraId="70D0250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</w:p>
    <w:p w14:paraId="7C2A9AC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</w:p>
    <w:p w14:paraId="09806E2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</w:p>
    <w:p w14:paraId="1F0FA2D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</w:p>
    <w:p w14:paraId="35E7F56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</w:p>
    <w:p w14:paraId="1EBECA6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</w:p>
    <w:p w14:paraId="1866FA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</w:p>
    <w:p w14:paraId="41A4E5B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</w:p>
    <w:p w14:paraId="6E0DF99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</w:p>
    <w:p w14:paraId="292E159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</w:p>
    <w:p w14:paraId="67FE163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</w:p>
    <w:p w14:paraId="19A650B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</w:p>
    <w:p w14:paraId="1C721F3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</w:p>
    <w:p w14:paraId="6124726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</w:p>
    <w:p w14:paraId="4E4673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</w:p>
    <w:p w14:paraId="7FBF315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</w:p>
    <w:p w14:paraId="64D3C19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</w:p>
    <w:p w14:paraId="2AB5F37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</w:p>
    <w:p w14:paraId="214974D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</w:p>
    <w:p w14:paraId="1A13614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</w:p>
    <w:p w14:paraId="7488859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</w:p>
    <w:p w14:paraId="347AAC2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</w:p>
    <w:p w14:paraId="612C39F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</w:p>
    <w:p w14:paraId="78B805E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</w:p>
    <w:p w14:paraId="46C84F7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</w:p>
    <w:p w14:paraId="0D9D06C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</w:p>
    <w:p w14:paraId="5C1AFBB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</w:p>
    <w:p w14:paraId="123808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</w:p>
    <w:p w14:paraId="0A9E9EF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</w:p>
    <w:p w14:paraId="0245EDF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</w:p>
    <w:p w14:paraId="4FC6A3A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</w:p>
    <w:p w14:paraId="127FFFE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</w:p>
    <w:p w14:paraId="5388218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</w:p>
    <w:p w14:paraId="287BC44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</w:p>
    <w:p w14:paraId="2F2608D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</w:p>
    <w:p w14:paraId="612E4EF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</w:p>
    <w:p w14:paraId="489917C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</w:p>
    <w:p w14:paraId="3432EFC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</w:p>
    <w:p w14:paraId="2125C37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</w:p>
    <w:p w14:paraId="40C8971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</w:p>
    <w:p w14:paraId="6A58B4D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</w:p>
    <w:p w14:paraId="681F00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</w:p>
    <w:p w14:paraId="085707F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</w:p>
    <w:p w14:paraId="0DD9FA2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</w:p>
    <w:p w14:paraId="7E5E9F6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</w:p>
    <w:p w14:paraId="0F17231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</w:p>
    <w:p w14:paraId="05A9106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</w:p>
    <w:p w14:paraId="41E809D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</w:p>
    <w:p w14:paraId="7DCECB6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</w:p>
    <w:p w14:paraId="015D4A9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</w:p>
    <w:p w14:paraId="730444F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</w:p>
    <w:p w14:paraId="05D6D96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</w:p>
    <w:p w14:paraId="1E600F3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</w:p>
    <w:p w14:paraId="6634FBB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</w:p>
    <w:p w14:paraId="19AA491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</w:p>
    <w:p w14:paraId="34C1EEF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</w:p>
    <w:p w14:paraId="0EFA234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</w:p>
    <w:p w14:paraId="2D27F3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tctctatctt</w:t>
      </w:r>
      <w:proofErr w:type="spellEnd"/>
    </w:p>
    <w:p w14:paraId="70AA8D6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</w:p>
    <w:p w14:paraId="5A005F8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</w:p>
    <w:p w14:paraId="5B5D51B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</w:p>
    <w:p w14:paraId="261603D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</w:p>
    <w:p w14:paraId="359D7DA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</w:p>
    <w:p w14:paraId="75EA853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</w:p>
    <w:p w14:paraId="4105CAD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</w:p>
    <w:p w14:paraId="1642E8E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</w:p>
    <w:p w14:paraId="1FECCC9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</w:p>
    <w:p w14:paraId="5A728AC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</w:p>
    <w:p w14:paraId="774416F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</w:p>
    <w:p w14:paraId="0A32E86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</w:p>
    <w:p w14:paraId="5E0AF1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</w:p>
    <w:p w14:paraId="64E9BC1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</w:p>
    <w:p w14:paraId="75E116D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</w:p>
    <w:p w14:paraId="5737270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</w:p>
    <w:p w14:paraId="79E206D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</w:p>
    <w:p w14:paraId="6F2D869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</w:p>
    <w:p w14:paraId="40919EC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</w:p>
    <w:p w14:paraId="2D853A9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</w:p>
    <w:p w14:paraId="6B25AE2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</w:p>
    <w:p w14:paraId="1F98408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tctaggacgc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tgtgacatca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</w:p>
    <w:p w14:paraId="2EF053D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catcacgaac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</w:p>
    <w:p w14:paraId="54CCF59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</w:p>
    <w:p w14:paraId="55F641D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</w:p>
    <w:p w14:paraId="6349112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</w:p>
    <w:p w14:paraId="0524C20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</w:p>
    <w:p w14:paraId="6E34D98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</w:p>
    <w:p w14:paraId="7C8A702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</w:p>
    <w:p w14:paraId="65FD6D1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</w:p>
    <w:p w14:paraId="464F255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</w:p>
    <w:p w14:paraId="6558122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</w:p>
    <w:p w14:paraId="7EBC7D8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</w:p>
    <w:p w14:paraId="2028F32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</w:p>
    <w:p w14:paraId="5E04AE6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</w:p>
    <w:p w14:paraId="74A2943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</w:p>
    <w:p w14:paraId="1C1C8E5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</w:p>
    <w:p w14:paraId="0E8D9E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</w:p>
    <w:p w14:paraId="6A105BA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</w:p>
    <w:p w14:paraId="109A0EE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</w:p>
    <w:p w14:paraId="013BAFCF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</w:p>
    <w:p w14:paraId="69D4488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</w:p>
    <w:p w14:paraId="0FEF42F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gaccccaaaa</w:t>
      </w:r>
      <w:proofErr w:type="spellEnd"/>
    </w:p>
    <w:p w14:paraId="68E85CC3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</w:p>
    <w:p w14:paraId="353B81A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gaatggtggg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gcgcgatcaa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aacaacgtcg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gccccaaggt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ttacccaata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atactgcgtc</w:t>
      </w:r>
      <w:proofErr w:type="spellEnd"/>
    </w:p>
    <w:p w14:paraId="46EAA5B6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ttggttcacc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gctctcactc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aacatggcaa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ggaagacctt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aaattccctc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gaggacaagg</w:t>
      </w:r>
      <w:proofErr w:type="spellEnd"/>
    </w:p>
    <w:p w14:paraId="32E4051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cgttccaatt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aacaccaata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gcagtccaga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tgaccaaatt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ggctactacc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gaagagctac</w:t>
      </w:r>
      <w:proofErr w:type="spellEnd"/>
    </w:p>
    <w:p w14:paraId="70A52D1B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cagacgaatt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cgtggtggtg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acggtaaaat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gaaagatctc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agtccaagat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ggtatttcta</w:t>
      </w:r>
      <w:proofErr w:type="spellEnd"/>
    </w:p>
    <w:p w14:paraId="0BC0638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ctacctagga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actgggccag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aagctggact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tccctatggt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gctaacaaag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acggcatcat</w:t>
      </w:r>
      <w:proofErr w:type="spellEnd"/>
    </w:p>
    <w:p w14:paraId="6EB6786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atgggttgca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actgagggag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ccttgaatac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accaaaagat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cacattggca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cccgcaatcc</w:t>
      </w:r>
      <w:proofErr w:type="spellEnd"/>
    </w:p>
    <w:p w14:paraId="6936AD4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tgctaacaat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gctgcaatcg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tgctacaact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tcctcaagga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caaaaggctt</w:t>
      </w:r>
      <w:proofErr w:type="spellEnd"/>
    </w:p>
    <w:p w14:paraId="71A2B2A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ctacgcagaa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gggagcagag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gcggcagtca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agcctcttct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cgttcctcat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cacgtagtcg</w:t>
      </w:r>
      <w:proofErr w:type="spellEnd"/>
    </w:p>
    <w:p w14:paraId="09AC37B7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caacagttca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agaaattcaa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ctccaggcag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cagtaaacga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acttctcctg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ctagaatggc</w:t>
      </w:r>
      <w:proofErr w:type="spellEnd"/>
    </w:p>
    <w:p w14:paraId="2EE21DF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tggcaatggc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ggtgatgctg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ctcttgcttt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gctgctgctt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gacagattga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accagcttga</w:t>
      </w:r>
      <w:proofErr w:type="spellEnd"/>
    </w:p>
    <w:p w14:paraId="33A3F58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gagcaaaatg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tctggtaaag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gccaacaaca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acaaggccaa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actgtcacta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agaaatctgc</w:t>
      </w:r>
      <w:proofErr w:type="spellEnd"/>
    </w:p>
    <w:p w14:paraId="340E23D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tgctgaggct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tctaagaagc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ctcggcaaaa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acgtactgcc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actaaagcat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acaatgtaac</w:t>
      </w:r>
      <w:proofErr w:type="spellEnd"/>
    </w:p>
    <w:p w14:paraId="1D82B280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acaagctttc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ggcagacgtg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gtccagaaca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aacccaagga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aattttgggg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accaggaact</w:t>
      </w:r>
      <w:proofErr w:type="spellEnd"/>
    </w:p>
    <w:p w14:paraId="3A068A7A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aatcagacaa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ggaactgatt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acaaacattg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gccgcaaatt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gcacaatttg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cccccagcgc</w:t>
      </w:r>
      <w:proofErr w:type="spellEnd"/>
    </w:p>
    <w:p w14:paraId="27FB4A15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ttcagcgttc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ttcggaatgt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cgcgcattgg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catggaagtc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acaccttcgg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gaacgtggtt</w:t>
      </w:r>
      <w:proofErr w:type="spellEnd"/>
    </w:p>
    <w:p w14:paraId="6E55C059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gacctacaca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ggtgccatca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aattggatga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caaagatcca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aatttcaaag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atcaagtcat</w:t>
      </w:r>
      <w:proofErr w:type="spellEnd"/>
    </w:p>
    <w:p w14:paraId="6AC1036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tttgctgaat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aagcatattg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acgcatacaa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aacattccca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ccaacagagc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ctaaaaagga</w:t>
      </w:r>
      <w:proofErr w:type="spellEnd"/>
    </w:p>
    <w:p w14:paraId="09AD586C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caaaaagaag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aaggctgatg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aaactcaagc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cttaccgcag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agacagaaga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aacagcaaac</w:t>
      </w:r>
      <w:proofErr w:type="spellEnd"/>
    </w:p>
    <w:p w14:paraId="5A25E95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tgtgactctt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cttcctgctg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cagatttgga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tgatttctcc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aaacaattgc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aacaatccat</w:t>
      </w:r>
      <w:proofErr w:type="spellEnd"/>
    </w:p>
    <w:p w14:paraId="7B74D09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gagcagtgct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gactcaactc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aggcctaaac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tcatgcagac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cacacaaggc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agatgggcta</w:t>
      </w:r>
      <w:proofErr w:type="spellEnd"/>
    </w:p>
    <w:p w14:paraId="4B724C74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tataaacgtt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ttcgcttttc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cgtttacgat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atatagtcta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ctcttgtgca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gaatgaattc</w:t>
      </w:r>
      <w:proofErr w:type="spellEnd"/>
    </w:p>
    <w:p w14:paraId="7AEBC8B1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tcgtaactac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atagcacaag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tagatgtagt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taactttaat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ctcacatagc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aatctttaat</w:t>
      </w:r>
      <w:proofErr w:type="spellEnd"/>
    </w:p>
    <w:p w14:paraId="427F243D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cagtgtgtaa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cattagggag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gacttgaaag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agccaccaca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ttttcaccga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ggccacgcgg</w:t>
      </w:r>
      <w:proofErr w:type="spellEnd"/>
    </w:p>
    <w:p w14:paraId="229E0E68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agtacgatcg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agtgtacagt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gaacaatgct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agggagagct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gcctatatgg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aagagcccta</w:t>
      </w:r>
      <w:proofErr w:type="spellEnd"/>
    </w:p>
    <w:p w14:paraId="249B61E2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atgtgtaaaa</w:t>
      </w:r>
      <w:proofErr w:type="spellEnd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ttaa</w:t>
      </w:r>
      <w:proofErr w:type="spellEnd"/>
    </w:p>
    <w:p w14:paraId="7806D41E" w14:textId="77777777" w:rsidR="001E11EA" w:rsidRPr="001E11EA" w:rsidRDefault="001E11EA" w:rsidP="001E11E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E11E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614DD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EA"/>
    <w:rsid w:val="00027553"/>
    <w:rsid w:val="0004370C"/>
    <w:rsid w:val="000A1613"/>
    <w:rsid w:val="000A2341"/>
    <w:rsid w:val="00145305"/>
    <w:rsid w:val="001A19DB"/>
    <w:rsid w:val="001B0602"/>
    <w:rsid w:val="001E11EA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335E75"/>
  <w15:chartTrackingRefBased/>
  <w15:docId w15:val="{F38A1191-9302-C74F-B8BD-362BE7B0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0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7</TotalTime>
  <Pages>24</Pages>
  <Words>11002</Words>
  <Characters>62717</Characters>
  <Application>Microsoft Office Word</Application>
  <DocSecurity>0</DocSecurity>
  <Lines>522</Lines>
  <Paragraphs>147</Paragraphs>
  <ScaleCrop>false</ScaleCrop>
  <Company/>
  <LinksUpToDate>false</LinksUpToDate>
  <CharactersWithSpaces>73572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2023-02-03T11:21:00Z</dcterms:created>
  <dcterms:modified xsi:type="dcterms:W3CDTF">2023-02-03T11:28:00Z</dcterms:modified>
</cp:coreProperties>
</file>